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58B38C" w14:textId="76AC6E4F" w:rsidR="00CB0601" w:rsidRPr="00DA0779" w:rsidRDefault="00CB0601" w:rsidP="00CB0601">
      <w:pPr>
        <w:pStyle w:val="Titul2"/>
        <w:rPr>
          <w:color w:val="EE0000"/>
          <w:sz w:val="22"/>
          <w:szCs w:val="22"/>
        </w:rPr>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37C7B19C" w:rsidR="00EB4ECA" w:rsidRPr="00C0529A" w:rsidRDefault="00EB4ECA" w:rsidP="00EB4ECA">
      <w:pPr>
        <w:pStyle w:val="Titul2"/>
        <w:rPr>
          <w:sz w:val="28"/>
          <w:szCs w:val="28"/>
        </w:rPr>
      </w:pPr>
      <w:r w:rsidRPr="00C0529A">
        <w:rPr>
          <w:sz w:val="28"/>
          <w:szCs w:val="28"/>
        </w:rPr>
        <w:t xml:space="preserve">Zhotovení stavby </w:t>
      </w:r>
      <w:r w:rsidR="00C0529A" w:rsidRPr="00C0529A">
        <w:rPr>
          <w:sz w:val="28"/>
          <w:szCs w:val="28"/>
        </w:rPr>
        <w:t>–</w:t>
      </w:r>
      <w:r w:rsidRPr="00C0529A">
        <w:rPr>
          <w:sz w:val="28"/>
          <w:szCs w:val="28"/>
        </w:rPr>
        <w:t xml:space="preserve"> </w:t>
      </w:r>
      <w:r w:rsidR="00C0529A" w:rsidRPr="00C0529A">
        <w:rPr>
          <w:sz w:val="28"/>
          <w:szCs w:val="28"/>
        </w:rPr>
        <w:t>veřejná zakázka malého rozsahu</w:t>
      </w:r>
    </w:p>
    <w:p w14:paraId="17CC9580" w14:textId="77777777" w:rsidR="0035531B" w:rsidRDefault="0035531B" w:rsidP="00EB46E5">
      <w:pPr>
        <w:pStyle w:val="Titul2"/>
      </w:pPr>
    </w:p>
    <w:p w14:paraId="1E8FFEA2" w14:textId="263CFE74" w:rsidR="0035531B" w:rsidRPr="00C36712" w:rsidRDefault="0035531B" w:rsidP="00EB46E5">
      <w:pPr>
        <w:pStyle w:val="Titul2"/>
        <w:rPr>
          <w:sz w:val="24"/>
          <w:szCs w:val="24"/>
        </w:rPr>
      </w:pPr>
      <w:r w:rsidRPr="00C36712">
        <w:rPr>
          <w:sz w:val="24"/>
          <w:szCs w:val="24"/>
        </w:rPr>
        <w:t>„</w:t>
      </w:r>
      <w:r w:rsidR="00C36712" w:rsidRPr="00C36712">
        <w:rPr>
          <w:rFonts w:ascii="Verdana" w:eastAsia="Calibri" w:hAnsi="Verdana"/>
          <w:bCs/>
          <w:sz w:val="24"/>
          <w:szCs w:val="24"/>
        </w:rPr>
        <w:t xml:space="preserve">Individuální protihluková opatření u bytového domu Podzimní 412/1 v </w:t>
      </w:r>
      <w:proofErr w:type="spellStart"/>
      <w:r w:rsidR="00C36712" w:rsidRPr="00C36712">
        <w:rPr>
          <w:rFonts w:ascii="Verdana" w:eastAsia="Calibri" w:hAnsi="Verdana"/>
          <w:bCs/>
          <w:sz w:val="24"/>
          <w:szCs w:val="24"/>
        </w:rPr>
        <w:t>k.ú</w:t>
      </w:r>
      <w:proofErr w:type="spellEnd"/>
      <w:r w:rsidR="00C36712" w:rsidRPr="00C36712">
        <w:rPr>
          <w:rFonts w:ascii="Verdana" w:eastAsia="Calibri" w:hAnsi="Verdana"/>
          <w:bCs/>
          <w:sz w:val="24"/>
          <w:szCs w:val="24"/>
        </w:rPr>
        <w:t>. Maloměřice</w:t>
      </w:r>
      <w:r w:rsidRPr="00C36712">
        <w:rPr>
          <w:sz w:val="24"/>
          <w:szCs w:val="24"/>
        </w:rPr>
        <w:t>“</w:t>
      </w:r>
    </w:p>
    <w:p w14:paraId="152849FF" w14:textId="77777777" w:rsidR="00AD0C7B" w:rsidRPr="006C2343" w:rsidRDefault="00AD0C7B" w:rsidP="00EB46E5">
      <w:pPr>
        <w:pStyle w:val="Titul2"/>
      </w:pPr>
    </w:p>
    <w:p w14:paraId="439C23E4" w14:textId="77777777" w:rsidR="00C0529A" w:rsidRDefault="00C0529A" w:rsidP="00F46EA7">
      <w:pPr>
        <w:pStyle w:val="Text1-1"/>
        <w:numPr>
          <w:ilvl w:val="0"/>
          <w:numId w:val="0"/>
        </w:numPr>
        <w:tabs>
          <w:tab w:val="left" w:pos="708"/>
        </w:tabs>
        <w:ind w:left="737" w:hanging="737"/>
      </w:pPr>
    </w:p>
    <w:p w14:paraId="6C24F91B" w14:textId="77777777" w:rsidR="00C0529A" w:rsidRDefault="00C0529A" w:rsidP="00F46EA7">
      <w:pPr>
        <w:pStyle w:val="Text1-1"/>
        <w:numPr>
          <w:ilvl w:val="0"/>
          <w:numId w:val="0"/>
        </w:numPr>
        <w:tabs>
          <w:tab w:val="left" w:pos="708"/>
        </w:tabs>
        <w:ind w:left="737" w:hanging="737"/>
      </w:pPr>
    </w:p>
    <w:p w14:paraId="6F3197E4" w14:textId="77777777" w:rsidR="00C0529A" w:rsidRDefault="00C0529A" w:rsidP="00F46EA7">
      <w:pPr>
        <w:pStyle w:val="Text1-1"/>
        <w:numPr>
          <w:ilvl w:val="0"/>
          <w:numId w:val="0"/>
        </w:numPr>
        <w:tabs>
          <w:tab w:val="left" w:pos="708"/>
        </w:tabs>
        <w:ind w:left="737" w:hanging="737"/>
      </w:pPr>
    </w:p>
    <w:p w14:paraId="0F678DCC" w14:textId="77777777" w:rsidR="00C0529A" w:rsidRDefault="00C0529A" w:rsidP="00F46EA7">
      <w:pPr>
        <w:pStyle w:val="Text1-1"/>
        <w:numPr>
          <w:ilvl w:val="0"/>
          <w:numId w:val="0"/>
        </w:numPr>
        <w:tabs>
          <w:tab w:val="left" w:pos="708"/>
        </w:tabs>
        <w:ind w:left="737" w:hanging="737"/>
      </w:pPr>
    </w:p>
    <w:p w14:paraId="24943143" w14:textId="77777777" w:rsidR="00C0529A" w:rsidRDefault="00C0529A" w:rsidP="00F46EA7">
      <w:pPr>
        <w:pStyle w:val="Text1-1"/>
        <w:numPr>
          <w:ilvl w:val="0"/>
          <w:numId w:val="0"/>
        </w:numPr>
        <w:tabs>
          <w:tab w:val="left" w:pos="708"/>
        </w:tabs>
        <w:ind w:left="737" w:hanging="737"/>
      </w:pPr>
    </w:p>
    <w:p w14:paraId="036015F4" w14:textId="77777777" w:rsidR="00C0529A" w:rsidRDefault="00C0529A" w:rsidP="00F46EA7">
      <w:pPr>
        <w:pStyle w:val="Text1-1"/>
        <w:numPr>
          <w:ilvl w:val="0"/>
          <w:numId w:val="0"/>
        </w:numPr>
        <w:tabs>
          <w:tab w:val="left" w:pos="708"/>
        </w:tabs>
        <w:ind w:left="737" w:hanging="737"/>
      </w:pPr>
    </w:p>
    <w:p w14:paraId="0CF22238" w14:textId="77777777" w:rsidR="00C0529A" w:rsidRDefault="00C0529A" w:rsidP="00F46EA7">
      <w:pPr>
        <w:pStyle w:val="Text1-1"/>
        <w:numPr>
          <w:ilvl w:val="0"/>
          <w:numId w:val="0"/>
        </w:numPr>
        <w:tabs>
          <w:tab w:val="left" w:pos="708"/>
        </w:tabs>
        <w:ind w:left="737" w:hanging="737"/>
      </w:pPr>
    </w:p>
    <w:p w14:paraId="617B942C" w14:textId="77777777" w:rsidR="00C0529A" w:rsidRDefault="00C0529A" w:rsidP="00F46EA7">
      <w:pPr>
        <w:pStyle w:val="Text1-1"/>
        <w:numPr>
          <w:ilvl w:val="0"/>
          <w:numId w:val="0"/>
        </w:numPr>
        <w:tabs>
          <w:tab w:val="left" w:pos="708"/>
        </w:tabs>
        <w:ind w:left="737" w:hanging="737"/>
      </w:pPr>
    </w:p>
    <w:p w14:paraId="45AB7781" w14:textId="6BAFC985" w:rsidR="00F46EA7" w:rsidRDefault="00F46EA7" w:rsidP="00F46EA7">
      <w:pPr>
        <w:pStyle w:val="Text1-1"/>
        <w:numPr>
          <w:ilvl w:val="0"/>
          <w:numId w:val="0"/>
        </w:numPr>
        <w:tabs>
          <w:tab w:val="left" w:pos="708"/>
        </w:tabs>
        <w:ind w:left="737" w:hanging="737"/>
      </w:pPr>
      <w:r>
        <w:t xml:space="preserve">Č.j. </w:t>
      </w:r>
      <w:r w:rsidR="003C540F" w:rsidRPr="003C540F">
        <w:t>16008/2025-SŽ-OŘ BNO-NPI</w:t>
      </w:r>
    </w:p>
    <w:p w14:paraId="5E146EB9" w14:textId="148F89CB" w:rsidR="00826B7B" w:rsidRDefault="00826B7B" w:rsidP="006C2343">
      <w:pPr>
        <w:pStyle w:val="Titul2"/>
        <w:rPr>
          <w:sz w:val="18"/>
          <w:szCs w:val="18"/>
        </w:rPr>
      </w:pPr>
    </w:p>
    <w:p w14:paraId="4C805696" w14:textId="77777777" w:rsidR="00C36712" w:rsidRDefault="00C36712" w:rsidP="006C2343">
      <w:pPr>
        <w:pStyle w:val="Titul2"/>
        <w:rPr>
          <w:sz w:val="18"/>
          <w:szCs w:val="18"/>
        </w:rPr>
      </w:pPr>
    </w:p>
    <w:p w14:paraId="3040F1B3" w14:textId="77777777" w:rsidR="00C36712" w:rsidRPr="00C36712" w:rsidRDefault="00C36712" w:rsidP="006C2343">
      <w:pPr>
        <w:pStyle w:val="Titul2"/>
        <w:rPr>
          <w:sz w:val="18"/>
          <w:szCs w:val="18"/>
        </w:rPr>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00265289" w14:textId="77777777" w:rsidR="003016FE" w:rsidRDefault="003016FE" w:rsidP="00584AFA">
      <w:pPr>
        <w:spacing w:after="0" w:line="240" w:lineRule="auto"/>
        <w:rPr>
          <w:i/>
          <w:color w:val="FF0000"/>
        </w:rPr>
      </w:pPr>
    </w:p>
    <w:p w14:paraId="7C09F5A6" w14:textId="77777777" w:rsidR="003016FE" w:rsidRDefault="003016FE" w:rsidP="00584AFA">
      <w:pPr>
        <w:spacing w:after="0" w:line="240" w:lineRule="auto"/>
        <w:rPr>
          <w:i/>
          <w:color w:val="FF0000"/>
        </w:rPr>
      </w:pPr>
    </w:p>
    <w:p w14:paraId="051B6C6D" w14:textId="7675ED98" w:rsidR="00BD7E91" w:rsidRDefault="00BD7E91" w:rsidP="00FE4333">
      <w:pPr>
        <w:pStyle w:val="Nadpisbezsl1-1"/>
      </w:pPr>
      <w:r>
        <w:t>Obsah</w:t>
      </w:r>
      <w:r w:rsidR="00887F36">
        <w:t xml:space="preserve"> </w:t>
      </w:r>
    </w:p>
    <w:p w14:paraId="5D94FBBE" w14:textId="6DF9549D" w:rsidR="00377FDF"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200099359" w:history="1">
        <w:r w:rsidR="00377FDF" w:rsidRPr="000D19B4">
          <w:rPr>
            <w:rStyle w:val="Hypertextovodkaz"/>
          </w:rPr>
          <w:t>1.</w:t>
        </w:r>
        <w:r w:rsidR="00377FDF">
          <w:rPr>
            <w:rFonts w:eastAsiaTheme="minorEastAsia"/>
            <w:caps w:val="0"/>
            <w:noProof/>
            <w:kern w:val="2"/>
            <w:sz w:val="24"/>
            <w:szCs w:val="24"/>
            <w:lang w:eastAsia="cs-CZ"/>
            <w14:ligatures w14:val="standardContextual"/>
          </w:rPr>
          <w:tab/>
        </w:r>
        <w:r w:rsidR="00377FDF" w:rsidRPr="000D19B4">
          <w:rPr>
            <w:rStyle w:val="Hypertextovodkaz"/>
          </w:rPr>
          <w:t>ÚVODNÍ USTANOVENÍ</w:t>
        </w:r>
        <w:r w:rsidR="00377FDF">
          <w:rPr>
            <w:noProof/>
            <w:webHidden/>
          </w:rPr>
          <w:tab/>
        </w:r>
        <w:r w:rsidR="00377FDF">
          <w:rPr>
            <w:noProof/>
            <w:webHidden/>
          </w:rPr>
          <w:fldChar w:fldCharType="begin"/>
        </w:r>
        <w:r w:rsidR="00377FDF">
          <w:rPr>
            <w:noProof/>
            <w:webHidden/>
          </w:rPr>
          <w:instrText xml:space="preserve"> PAGEREF _Toc200099359 \h </w:instrText>
        </w:r>
        <w:r w:rsidR="00377FDF">
          <w:rPr>
            <w:noProof/>
            <w:webHidden/>
          </w:rPr>
        </w:r>
        <w:r w:rsidR="00377FDF">
          <w:rPr>
            <w:noProof/>
            <w:webHidden/>
          </w:rPr>
          <w:fldChar w:fldCharType="separate"/>
        </w:r>
        <w:r w:rsidR="004C58C2">
          <w:rPr>
            <w:noProof/>
            <w:webHidden/>
          </w:rPr>
          <w:t>3</w:t>
        </w:r>
        <w:r w:rsidR="00377FDF">
          <w:rPr>
            <w:noProof/>
            <w:webHidden/>
          </w:rPr>
          <w:fldChar w:fldCharType="end"/>
        </w:r>
      </w:hyperlink>
    </w:p>
    <w:p w14:paraId="378A939F" w14:textId="1BE16340" w:rsidR="00377FDF" w:rsidRDefault="00377FDF">
      <w:pPr>
        <w:pStyle w:val="Obsah1"/>
        <w:rPr>
          <w:rFonts w:eastAsiaTheme="minorEastAsia"/>
          <w:caps w:val="0"/>
          <w:noProof/>
          <w:kern w:val="2"/>
          <w:sz w:val="24"/>
          <w:szCs w:val="24"/>
          <w:lang w:eastAsia="cs-CZ"/>
          <w14:ligatures w14:val="standardContextual"/>
        </w:rPr>
      </w:pPr>
      <w:hyperlink w:anchor="_Toc200099360" w:history="1">
        <w:r w:rsidRPr="000D19B4">
          <w:rPr>
            <w:rStyle w:val="Hypertextovodkaz"/>
          </w:rPr>
          <w:t>2.</w:t>
        </w:r>
        <w:r>
          <w:rPr>
            <w:rFonts w:eastAsiaTheme="minorEastAsia"/>
            <w:caps w:val="0"/>
            <w:noProof/>
            <w:kern w:val="2"/>
            <w:sz w:val="24"/>
            <w:szCs w:val="24"/>
            <w:lang w:eastAsia="cs-CZ"/>
            <w14:ligatures w14:val="standardContextual"/>
          </w:rPr>
          <w:tab/>
        </w:r>
        <w:r w:rsidRPr="000D19B4">
          <w:rPr>
            <w:rStyle w:val="Hypertextovodkaz"/>
          </w:rPr>
          <w:t>IDENTIFIKAČNÍ ÚDAJE ZADAVATELE</w:t>
        </w:r>
        <w:r>
          <w:rPr>
            <w:noProof/>
            <w:webHidden/>
          </w:rPr>
          <w:tab/>
        </w:r>
        <w:r>
          <w:rPr>
            <w:noProof/>
            <w:webHidden/>
          </w:rPr>
          <w:fldChar w:fldCharType="begin"/>
        </w:r>
        <w:r>
          <w:rPr>
            <w:noProof/>
            <w:webHidden/>
          </w:rPr>
          <w:instrText xml:space="preserve"> PAGEREF _Toc200099360 \h </w:instrText>
        </w:r>
        <w:r>
          <w:rPr>
            <w:noProof/>
            <w:webHidden/>
          </w:rPr>
        </w:r>
        <w:r>
          <w:rPr>
            <w:noProof/>
            <w:webHidden/>
          </w:rPr>
          <w:fldChar w:fldCharType="separate"/>
        </w:r>
        <w:r w:rsidR="004C58C2">
          <w:rPr>
            <w:noProof/>
            <w:webHidden/>
          </w:rPr>
          <w:t>3</w:t>
        </w:r>
        <w:r>
          <w:rPr>
            <w:noProof/>
            <w:webHidden/>
          </w:rPr>
          <w:fldChar w:fldCharType="end"/>
        </w:r>
      </w:hyperlink>
    </w:p>
    <w:p w14:paraId="5A4E0E4E" w14:textId="6B8CE8BC" w:rsidR="00377FDF" w:rsidRDefault="00377FDF">
      <w:pPr>
        <w:pStyle w:val="Obsah1"/>
        <w:rPr>
          <w:rFonts w:eastAsiaTheme="minorEastAsia"/>
          <w:caps w:val="0"/>
          <w:noProof/>
          <w:kern w:val="2"/>
          <w:sz w:val="24"/>
          <w:szCs w:val="24"/>
          <w:lang w:eastAsia="cs-CZ"/>
          <w14:ligatures w14:val="standardContextual"/>
        </w:rPr>
      </w:pPr>
      <w:hyperlink w:anchor="_Toc200099361" w:history="1">
        <w:r w:rsidRPr="000D19B4">
          <w:rPr>
            <w:rStyle w:val="Hypertextovodkaz"/>
          </w:rPr>
          <w:t>3.</w:t>
        </w:r>
        <w:r>
          <w:rPr>
            <w:rFonts w:eastAsiaTheme="minorEastAsia"/>
            <w:caps w:val="0"/>
            <w:noProof/>
            <w:kern w:val="2"/>
            <w:sz w:val="24"/>
            <w:szCs w:val="24"/>
            <w:lang w:eastAsia="cs-CZ"/>
            <w14:ligatures w14:val="standardContextual"/>
          </w:rPr>
          <w:tab/>
        </w:r>
        <w:r w:rsidRPr="000D19B4">
          <w:rPr>
            <w:rStyle w:val="Hypertextovodkaz"/>
          </w:rPr>
          <w:t>KOMUNIKACE MEZI ZADAVATELEM a DODAVATELEM</w:t>
        </w:r>
        <w:r>
          <w:rPr>
            <w:noProof/>
            <w:webHidden/>
          </w:rPr>
          <w:tab/>
        </w:r>
        <w:r>
          <w:rPr>
            <w:noProof/>
            <w:webHidden/>
          </w:rPr>
          <w:fldChar w:fldCharType="begin"/>
        </w:r>
        <w:r>
          <w:rPr>
            <w:noProof/>
            <w:webHidden/>
          </w:rPr>
          <w:instrText xml:space="preserve"> PAGEREF _Toc200099361 \h </w:instrText>
        </w:r>
        <w:r>
          <w:rPr>
            <w:noProof/>
            <w:webHidden/>
          </w:rPr>
        </w:r>
        <w:r>
          <w:rPr>
            <w:noProof/>
            <w:webHidden/>
          </w:rPr>
          <w:fldChar w:fldCharType="separate"/>
        </w:r>
        <w:r w:rsidR="004C58C2">
          <w:rPr>
            <w:noProof/>
            <w:webHidden/>
          </w:rPr>
          <w:t>3</w:t>
        </w:r>
        <w:r>
          <w:rPr>
            <w:noProof/>
            <w:webHidden/>
          </w:rPr>
          <w:fldChar w:fldCharType="end"/>
        </w:r>
      </w:hyperlink>
    </w:p>
    <w:p w14:paraId="7F87B47A" w14:textId="2595AF1D" w:rsidR="00377FDF" w:rsidRDefault="00377FDF">
      <w:pPr>
        <w:pStyle w:val="Obsah1"/>
        <w:rPr>
          <w:rFonts w:eastAsiaTheme="minorEastAsia"/>
          <w:caps w:val="0"/>
          <w:noProof/>
          <w:kern w:val="2"/>
          <w:sz w:val="24"/>
          <w:szCs w:val="24"/>
          <w:lang w:eastAsia="cs-CZ"/>
          <w14:ligatures w14:val="standardContextual"/>
        </w:rPr>
      </w:pPr>
      <w:hyperlink w:anchor="_Toc200099362" w:history="1">
        <w:r w:rsidRPr="000D19B4">
          <w:rPr>
            <w:rStyle w:val="Hypertextovodkaz"/>
          </w:rPr>
          <w:t>4.</w:t>
        </w:r>
        <w:r>
          <w:rPr>
            <w:rFonts w:eastAsiaTheme="minorEastAsia"/>
            <w:caps w:val="0"/>
            <w:noProof/>
            <w:kern w:val="2"/>
            <w:sz w:val="24"/>
            <w:szCs w:val="24"/>
            <w:lang w:eastAsia="cs-CZ"/>
            <w14:ligatures w14:val="standardContextual"/>
          </w:rPr>
          <w:tab/>
        </w:r>
        <w:r w:rsidRPr="000D19B4">
          <w:rPr>
            <w:rStyle w:val="Hypertextovodkaz"/>
          </w:rPr>
          <w:t>ÚČEL A PŘEDMĚT PLNĚNÍ VEŘEJNÉ ZAKÁZKY</w:t>
        </w:r>
        <w:r>
          <w:rPr>
            <w:noProof/>
            <w:webHidden/>
          </w:rPr>
          <w:tab/>
        </w:r>
        <w:r>
          <w:rPr>
            <w:noProof/>
            <w:webHidden/>
          </w:rPr>
          <w:fldChar w:fldCharType="begin"/>
        </w:r>
        <w:r>
          <w:rPr>
            <w:noProof/>
            <w:webHidden/>
          </w:rPr>
          <w:instrText xml:space="preserve"> PAGEREF _Toc200099362 \h </w:instrText>
        </w:r>
        <w:r>
          <w:rPr>
            <w:noProof/>
            <w:webHidden/>
          </w:rPr>
        </w:r>
        <w:r>
          <w:rPr>
            <w:noProof/>
            <w:webHidden/>
          </w:rPr>
          <w:fldChar w:fldCharType="separate"/>
        </w:r>
        <w:r w:rsidR="004C58C2">
          <w:rPr>
            <w:noProof/>
            <w:webHidden/>
          </w:rPr>
          <w:t>4</w:t>
        </w:r>
        <w:r>
          <w:rPr>
            <w:noProof/>
            <w:webHidden/>
          </w:rPr>
          <w:fldChar w:fldCharType="end"/>
        </w:r>
      </w:hyperlink>
    </w:p>
    <w:p w14:paraId="1423ACFA" w14:textId="0EDC9AF6" w:rsidR="00377FDF" w:rsidRDefault="00377FDF">
      <w:pPr>
        <w:pStyle w:val="Obsah1"/>
        <w:rPr>
          <w:rFonts w:eastAsiaTheme="minorEastAsia"/>
          <w:caps w:val="0"/>
          <w:noProof/>
          <w:kern w:val="2"/>
          <w:sz w:val="24"/>
          <w:szCs w:val="24"/>
          <w:lang w:eastAsia="cs-CZ"/>
          <w14:ligatures w14:val="standardContextual"/>
        </w:rPr>
      </w:pPr>
      <w:hyperlink w:anchor="_Toc200099363" w:history="1">
        <w:r w:rsidRPr="000D19B4">
          <w:rPr>
            <w:rStyle w:val="Hypertextovodkaz"/>
          </w:rPr>
          <w:t>5.</w:t>
        </w:r>
        <w:r>
          <w:rPr>
            <w:rFonts w:eastAsiaTheme="minorEastAsia"/>
            <w:caps w:val="0"/>
            <w:noProof/>
            <w:kern w:val="2"/>
            <w:sz w:val="24"/>
            <w:szCs w:val="24"/>
            <w:lang w:eastAsia="cs-CZ"/>
            <w14:ligatures w14:val="standardContextual"/>
          </w:rPr>
          <w:tab/>
        </w:r>
        <w:r w:rsidRPr="000D19B4">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_Toc200099363 \h </w:instrText>
        </w:r>
        <w:r>
          <w:rPr>
            <w:noProof/>
            <w:webHidden/>
          </w:rPr>
        </w:r>
        <w:r>
          <w:rPr>
            <w:noProof/>
            <w:webHidden/>
          </w:rPr>
          <w:fldChar w:fldCharType="separate"/>
        </w:r>
        <w:r w:rsidR="004C58C2">
          <w:rPr>
            <w:noProof/>
            <w:webHidden/>
          </w:rPr>
          <w:t>4</w:t>
        </w:r>
        <w:r>
          <w:rPr>
            <w:noProof/>
            <w:webHidden/>
          </w:rPr>
          <w:fldChar w:fldCharType="end"/>
        </w:r>
      </w:hyperlink>
    </w:p>
    <w:p w14:paraId="37AFA1A7" w14:textId="4880929A" w:rsidR="00377FDF" w:rsidRDefault="00377FDF">
      <w:pPr>
        <w:pStyle w:val="Obsah1"/>
        <w:rPr>
          <w:rFonts w:eastAsiaTheme="minorEastAsia"/>
          <w:caps w:val="0"/>
          <w:noProof/>
          <w:kern w:val="2"/>
          <w:sz w:val="24"/>
          <w:szCs w:val="24"/>
          <w:lang w:eastAsia="cs-CZ"/>
          <w14:ligatures w14:val="standardContextual"/>
        </w:rPr>
      </w:pPr>
      <w:hyperlink w:anchor="_Toc200099364" w:history="1">
        <w:r w:rsidRPr="000D19B4">
          <w:rPr>
            <w:rStyle w:val="Hypertextovodkaz"/>
          </w:rPr>
          <w:t>6.</w:t>
        </w:r>
        <w:r>
          <w:rPr>
            <w:rFonts w:eastAsiaTheme="minorEastAsia"/>
            <w:caps w:val="0"/>
            <w:noProof/>
            <w:kern w:val="2"/>
            <w:sz w:val="24"/>
            <w:szCs w:val="24"/>
            <w:lang w:eastAsia="cs-CZ"/>
            <w14:ligatures w14:val="standardContextual"/>
          </w:rPr>
          <w:tab/>
        </w:r>
        <w:r w:rsidRPr="000D19B4">
          <w:rPr>
            <w:rStyle w:val="Hypertextovodkaz"/>
          </w:rPr>
          <w:t>OBSAH ZADÁVACÍ DOKUMENTACE</w:t>
        </w:r>
        <w:r>
          <w:rPr>
            <w:noProof/>
            <w:webHidden/>
          </w:rPr>
          <w:tab/>
        </w:r>
        <w:r>
          <w:rPr>
            <w:noProof/>
            <w:webHidden/>
          </w:rPr>
          <w:fldChar w:fldCharType="begin"/>
        </w:r>
        <w:r>
          <w:rPr>
            <w:noProof/>
            <w:webHidden/>
          </w:rPr>
          <w:instrText xml:space="preserve"> PAGEREF _Toc200099364 \h </w:instrText>
        </w:r>
        <w:r>
          <w:rPr>
            <w:noProof/>
            <w:webHidden/>
          </w:rPr>
        </w:r>
        <w:r>
          <w:rPr>
            <w:noProof/>
            <w:webHidden/>
          </w:rPr>
          <w:fldChar w:fldCharType="separate"/>
        </w:r>
        <w:r w:rsidR="004C58C2">
          <w:rPr>
            <w:noProof/>
            <w:webHidden/>
          </w:rPr>
          <w:t>4</w:t>
        </w:r>
        <w:r>
          <w:rPr>
            <w:noProof/>
            <w:webHidden/>
          </w:rPr>
          <w:fldChar w:fldCharType="end"/>
        </w:r>
      </w:hyperlink>
    </w:p>
    <w:p w14:paraId="67D94B4C" w14:textId="15A68EBA" w:rsidR="00377FDF" w:rsidRDefault="00377FDF">
      <w:pPr>
        <w:pStyle w:val="Obsah1"/>
        <w:rPr>
          <w:rFonts w:eastAsiaTheme="minorEastAsia"/>
          <w:caps w:val="0"/>
          <w:noProof/>
          <w:kern w:val="2"/>
          <w:sz w:val="24"/>
          <w:szCs w:val="24"/>
          <w:lang w:eastAsia="cs-CZ"/>
          <w14:ligatures w14:val="standardContextual"/>
        </w:rPr>
      </w:pPr>
      <w:hyperlink w:anchor="_Toc200099365" w:history="1">
        <w:r w:rsidRPr="000D19B4">
          <w:rPr>
            <w:rStyle w:val="Hypertextovodkaz"/>
          </w:rPr>
          <w:t>7.</w:t>
        </w:r>
        <w:r>
          <w:rPr>
            <w:rFonts w:eastAsiaTheme="minorEastAsia"/>
            <w:caps w:val="0"/>
            <w:noProof/>
            <w:kern w:val="2"/>
            <w:sz w:val="24"/>
            <w:szCs w:val="24"/>
            <w:lang w:eastAsia="cs-CZ"/>
            <w14:ligatures w14:val="standardContextual"/>
          </w:rPr>
          <w:tab/>
        </w:r>
        <w:r w:rsidRPr="000D19B4">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_Toc200099365 \h </w:instrText>
        </w:r>
        <w:r>
          <w:rPr>
            <w:noProof/>
            <w:webHidden/>
          </w:rPr>
        </w:r>
        <w:r>
          <w:rPr>
            <w:noProof/>
            <w:webHidden/>
          </w:rPr>
          <w:fldChar w:fldCharType="separate"/>
        </w:r>
        <w:r w:rsidR="004C58C2">
          <w:rPr>
            <w:noProof/>
            <w:webHidden/>
          </w:rPr>
          <w:t>5</w:t>
        </w:r>
        <w:r>
          <w:rPr>
            <w:noProof/>
            <w:webHidden/>
          </w:rPr>
          <w:fldChar w:fldCharType="end"/>
        </w:r>
      </w:hyperlink>
    </w:p>
    <w:p w14:paraId="162A9554" w14:textId="66CC47F2" w:rsidR="00377FDF" w:rsidRDefault="00377FDF">
      <w:pPr>
        <w:pStyle w:val="Obsah1"/>
        <w:rPr>
          <w:rFonts w:eastAsiaTheme="minorEastAsia"/>
          <w:caps w:val="0"/>
          <w:noProof/>
          <w:kern w:val="2"/>
          <w:sz w:val="24"/>
          <w:szCs w:val="24"/>
          <w:lang w:eastAsia="cs-CZ"/>
          <w14:ligatures w14:val="standardContextual"/>
        </w:rPr>
      </w:pPr>
      <w:hyperlink w:anchor="_Toc200099366" w:history="1">
        <w:r w:rsidRPr="000D19B4">
          <w:rPr>
            <w:rStyle w:val="Hypertextovodkaz"/>
          </w:rPr>
          <w:t>8.</w:t>
        </w:r>
        <w:r>
          <w:rPr>
            <w:rFonts w:eastAsiaTheme="minorEastAsia"/>
            <w:caps w:val="0"/>
            <w:noProof/>
            <w:kern w:val="2"/>
            <w:sz w:val="24"/>
            <w:szCs w:val="24"/>
            <w:lang w:eastAsia="cs-CZ"/>
            <w14:ligatures w14:val="standardContextual"/>
          </w:rPr>
          <w:tab/>
        </w:r>
        <w:r w:rsidRPr="000D19B4">
          <w:rPr>
            <w:rStyle w:val="Hypertextovodkaz"/>
          </w:rPr>
          <w:t>POŽADAVKY ZADAVATELE NA KVALIFIKACI</w:t>
        </w:r>
        <w:r>
          <w:rPr>
            <w:noProof/>
            <w:webHidden/>
          </w:rPr>
          <w:tab/>
        </w:r>
        <w:r>
          <w:rPr>
            <w:noProof/>
            <w:webHidden/>
          </w:rPr>
          <w:fldChar w:fldCharType="begin"/>
        </w:r>
        <w:r>
          <w:rPr>
            <w:noProof/>
            <w:webHidden/>
          </w:rPr>
          <w:instrText xml:space="preserve"> PAGEREF _Toc200099366 \h </w:instrText>
        </w:r>
        <w:r>
          <w:rPr>
            <w:noProof/>
            <w:webHidden/>
          </w:rPr>
        </w:r>
        <w:r>
          <w:rPr>
            <w:noProof/>
            <w:webHidden/>
          </w:rPr>
          <w:fldChar w:fldCharType="separate"/>
        </w:r>
        <w:r w:rsidR="004C58C2">
          <w:rPr>
            <w:noProof/>
            <w:webHidden/>
          </w:rPr>
          <w:t>5</w:t>
        </w:r>
        <w:r>
          <w:rPr>
            <w:noProof/>
            <w:webHidden/>
          </w:rPr>
          <w:fldChar w:fldCharType="end"/>
        </w:r>
      </w:hyperlink>
    </w:p>
    <w:p w14:paraId="7AAF6E82" w14:textId="46858121" w:rsidR="00377FDF" w:rsidRDefault="00377FDF">
      <w:pPr>
        <w:pStyle w:val="Obsah1"/>
        <w:rPr>
          <w:rFonts w:eastAsiaTheme="minorEastAsia"/>
          <w:caps w:val="0"/>
          <w:noProof/>
          <w:kern w:val="2"/>
          <w:sz w:val="24"/>
          <w:szCs w:val="24"/>
          <w:lang w:eastAsia="cs-CZ"/>
          <w14:ligatures w14:val="standardContextual"/>
        </w:rPr>
      </w:pPr>
      <w:hyperlink w:anchor="_Toc200099367" w:history="1">
        <w:r w:rsidRPr="000D19B4">
          <w:rPr>
            <w:rStyle w:val="Hypertextovodkaz"/>
          </w:rPr>
          <w:t>9.</w:t>
        </w:r>
        <w:r>
          <w:rPr>
            <w:rFonts w:eastAsiaTheme="minorEastAsia"/>
            <w:caps w:val="0"/>
            <w:noProof/>
            <w:kern w:val="2"/>
            <w:sz w:val="24"/>
            <w:szCs w:val="24"/>
            <w:lang w:eastAsia="cs-CZ"/>
            <w14:ligatures w14:val="standardContextual"/>
          </w:rPr>
          <w:tab/>
        </w:r>
        <w:r w:rsidRPr="000D19B4">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_Toc200099367 \h </w:instrText>
        </w:r>
        <w:r>
          <w:rPr>
            <w:noProof/>
            <w:webHidden/>
          </w:rPr>
        </w:r>
        <w:r>
          <w:rPr>
            <w:noProof/>
            <w:webHidden/>
          </w:rPr>
          <w:fldChar w:fldCharType="separate"/>
        </w:r>
        <w:r w:rsidR="004C58C2">
          <w:rPr>
            <w:noProof/>
            <w:webHidden/>
          </w:rPr>
          <w:t>14</w:t>
        </w:r>
        <w:r>
          <w:rPr>
            <w:noProof/>
            <w:webHidden/>
          </w:rPr>
          <w:fldChar w:fldCharType="end"/>
        </w:r>
      </w:hyperlink>
    </w:p>
    <w:p w14:paraId="372F7DDE" w14:textId="4386D6AB" w:rsidR="00377FDF" w:rsidRDefault="00377FDF">
      <w:pPr>
        <w:pStyle w:val="Obsah1"/>
        <w:rPr>
          <w:rFonts w:eastAsiaTheme="minorEastAsia"/>
          <w:caps w:val="0"/>
          <w:noProof/>
          <w:kern w:val="2"/>
          <w:sz w:val="24"/>
          <w:szCs w:val="24"/>
          <w:lang w:eastAsia="cs-CZ"/>
          <w14:ligatures w14:val="standardContextual"/>
        </w:rPr>
      </w:pPr>
      <w:hyperlink w:anchor="_Toc200099368" w:history="1">
        <w:r w:rsidRPr="000D19B4">
          <w:rPr>
            <w:rStyle w:val="Hypertextovodkaz"/>
          </w:rPr>
          <w:t>10.</w:t>
        </w:r>
        <w:r>
          <w:rPr>
            <w:rFonts w:eastAsiaTheme="minorEastAsia"/>
            <w:caps w:val="0"/>
            <w:noProof/>
            <w:kern w:val="2"/>
            <w:sz w:val="24"/>
            <w:szCs w:val="24"/>
            <w:lang w:eastAsia="cs-CZ"/>
            <w14:ligatures w14:val="standardContextual"/>
          </w:rPr>
          <w:tab/>
        </w:r>
        <w:r w:rsidRPr="000D19B4">
          <w:rPr>
            <w:rStyle w:val="Hypertextovodkaz"/>
          </w:rPr>
          <w:t>PROHLÍDKA MÍSTA PLNĚNÍ (STAVENIŠTĚ)</w:t>
        </w:r>
        <w:r>
          <w:rPr>
            <w:noProof/>
            <w:webHidden/>
          </w:rPr>
          <w:tab/>
        </w:r>
        <w:r>
          <w:rPr>
            <w:noProof/>
            <w:webHidden/>
          </w:rPr>
          <w:fldChar w:fldCharType="begin"/>
        </w:r>
        <w:r>
          <w:rPr>
            <w:noProof/>
            <w:webHidden/>
          </w:rPr>
          <w:instrText xml:space="preserve"> PAGEREF _Toc200099368 \h </w:instrText>
        </w:r>
        <w:r>
          <w:rPr>
            <w:noProof/>
            <w:webHidden/>
          </w:rPr>
        </w:r>
        <w:r>
          <w:rPr>
            <w:noProof/>
            <w:webHidden/>
          </w:rPr>
          <w:fldChar w:fldCharType="separate"/>
        </w:r>
        <w:r w:rsidR="004C58C2">
          <w:rPr>
            <w:noProof/>
            <w:webHidden/>
          </w:rPr>
          <w:t>17</w:t>
        </w:r>
        <w:r>
          <w:rPr>
            <w:noProof/>
            <w:webHidden/>
          </w:rPr>
          <w:fldChar w:fldCharType="end"/>
        </w:r>
      </w:hyperlink>
    </w:p>
    <w:p w14:paraId="33FC853E" w14:textId="6AE0944F" w:rsidR="00377FDF" w:rsidRDefault="00377FDF">
      <w:pPr>
        <w:pStyle w:val="Obsah1"/>
        <w:rPr>
          <w:rFonts w:eastAsiaTheme="minorEastAsia"/>
          <w:caps w:val="0"/>
          <w:noProof/>
          <w:kern w:val="2"/>
          <w:sz w:val="24"/>
          <w:szCs w:val="24"/>
          <w:lang w:eastAsia="cs-CZ"/>
          <w14:ligatures w14:val="standardContextual"/>
        </w:rPr>
      </w:pPr>
      <w:hyperlink w:anchor="_Toc200099369" w:history="1">
        <w:r w:rsidRPr="000D19B4">
          <w:rPr>
            <w:rStyle w:val="Hypertextovodkaz"/>
          </w:rPr>
          <w:t>11.</w:t>
        </w:r>
        <w:r>
          <w:rPr>
            <w:rFonts w:eastAsiaTheme="minorEastAsia"/>
            <w:caps w:val="0"/>
            <w:noProof/>
            <w:kern w:val="2"/>
            <w:sz w:val="24"/>
            <w:szCs w:val="24"/>
            <w:lang w:eastAsia="cs-CZ"/>
            <w14:ligatures w14:val="standardContextual"/>
          </w:rPr>
          <w:tab/>
        </w:r>
        <w:r w:rsidRPr="000D19B4">
          <w:rPr>
            <w:rStyle w:val="Hypertextovodkaz"/>
          </w:rPr>
          <w:t>JAZYK NABÍDEK A KOMUNIKAČNÍ JAZYK</w:t>
        </w:r>
        <w:r>
          <w:rPr>
            <w:noProof/>
            <w:webHidden/>
          </w:rPr>
          <w:tab/>
        </w:r>
        <w:r>
          <w:rPr>
            <w:noProof/>
            <w:webHidden/>
          </w:rPr>
          <w:fldChar w:fldCharType="begin"/>
        </w:r>
        <w:r>
          <w:rPr>
            <w:noProof/>
            <w:webHidden/>
          </w:rPr>
          <w:instrText xml:space="preserve"> PAGEREF _Toc200099369 \h </w:instrText>
        </w:r>
        <w:r>
          <w:rPr>
            <w:noProof/>
            <w:webHidden/>
          </w:rPr>
        </w:r>
        <w:r>
          <w:rPr>
            <w:noProof/>
            <w:webHidden/>
          </w:rPr>
          <w:fldChar w:fldCharType="separate"/>
        </w:r>
        <w:r w:rsidR="004C58C2">
          <w:rPr>
            <w:noProof/>
            <w:webHidden/>
          </w:rPr>
          <w:t>17</w:t>
        </w:r>
        <w:r>
          <w:rPr>
            <w:noProof/>
            <w:webHidden/>
          </w:rPr>
          <w:fldChar w:fldCharType="end"/>
        </w:r>
      </w:hyperlink>
    </w:p>
    <w:p w14:paraId="79905BF5" w14:textId="463B258B" w:rsidR="00377FDF" w:rsidRDefault="00377FDF">
      <w:pPr>
        <w:pStyle w:val="Obsah1"/>
        <w:rPr>
          <w:rFonts w:eastAsiaTheme="minorEastAsia"/>
          <w:caps w:val="0"/>
          <w:noProof/>
          <w:kern w:val="2"/>
          <w:sz w:val="24"/>
          <w:szCs w:val="24"/>
          <w:lang w:eastAsia="cs-CZ"/>
          <w14:ligatures w14:val="standardContextual"/>
        </w:rPr>
      </w:pPr>
      <w:hyperlink w:anchor="_Toc200099370" w:history="1">
        <w:r w:rsidRPr="000D19B4">
          <w:rPr>
            <w:rStyle w:val="Hypertextovodkaz"/>
          </w:rPr>
          <w:t>12.</w:t>
        </w:r>
        <w:r>
          <w:rPr>
            <w:rFonts w:eastAsiaTheme="minorEastAsia"/>
            <w:caps w:val="0"/>
            <w:noProof/>
            <w:kern w:val="2"/>
            <w:sz w:val="24"/>
            <w:szCs w:val="24"/>
            <w:lang w:eastAsia="cs-CZ"/>
            <w14:ligatures w14:val="standardContextual"/>
          </w:rPr>
          <w:tab/>
        </w:r>
        <w:r w:rsidRPr="000D19B4">
          <w:rPr>
            <w:rStyle w:val="Hypertextovodkaz"/>
          </w:rPr>
          <w:t>OBSAH A PODÁVÁNÍ NABÍDEK</w:t>
        </w:r>
        <w:r>
          <w:rPr>
            <w:noProof/>
            <w:webHidden/>
          </w:rPr>
          <w:tab/>
        </w:r>
        <w:r>
          <w:rPr>
            <w:noProof/>
            <w:webHidden/>
          </w:rPr>
          <w:fldChar w:fldCharType="begin"/>
        </w:r>
        <w:r>
          <w:rPr>
            <w:noProof/>
            <w:webHidden/>
          </w:rPr>
          <w:instrText xml:space="preserve"> PAGEREF _Toc200099370 \h </w:instrText>
        </w:r>
        <w:r>
          <w:rPr>
            <w:noProof/>
            <w:webHidden/>
          </w:rPr>
        </w:r>
        <w:r>
          <w:rPr>
            <w:noProof/>
            <w:webHidden/>
          </w:rPr>
          <w:fldChar w:fldCharType="separate"/>
        </w:r>
        <w:r w:rsidR="004C58C2">
          <w:rPr>
            <w:noProof/>
            <w:webHidden/>
          </w:rPr>
          <w:t>17</w:t>
        </w:r>
        <w:r>
          <w:rPr>
            <w:noProof/>
            <w:webHidden/>
          </w:rPr>
          <w:fldChar w:fldCharType="end"/>
        </w:r>
      </w:hyperlink>
    </w:p>
    <w:p w14:paraId="3224CE4D" w14:textId="622CBDEB" w:rsidR="00377FDF" w:rsidRDefault="00377FDF">
      <w:pPr>
        <w:pStyle w:val="Obsah1"/>
        <w:rPr>
          <w:rFonts w:eastAsiaTheme="minorEastAsia"/>
          <w:caps w:val="0"/>
          <w:noProof/>
          <w:kern w:val="2"/>
          <w:sz w:val="24"/>
          <w:szCs w:val="24"/>
          <w:lang w:eastAsia="cs-CZ"/>
          <w14:ligatures w14:val="standardContextual"/>
        </w:rPr>
      </w:pPr>
      <w:hyperlink w:anchor="_Toc200099371" w:history="1">
        <w:r w:rsidRPr="000D19B4">
          <w:rPr>
            <w:rStyle w:val="Hypertextovodkaz"/>
          </w:rPr>
          <w:t>13.</w:t>
        </w:r>
        <w:r>
          <w:rPr>
            <w:rFonts w:eastAsiaTheme="minorEastAsia"/>
            <w:caps w:val="0"/>
            <w:noProof/>
            <w:kern w:val="2"/>
            <w:sz w:val="24"/>
            <w:szCs w:val="24"/>
            <w:lang w:eastAsia="cs-CZ"/>
            <w14:ligatures w14:val="standardContextual"/>
          </w:rPr>
          <w:tab/>
        </w:r>
        <w:r w:rsidRPr="000D19B4">
          <w:rPr>
            <w:rStyle w:val="Hypertextovodkaz"/>
          </w:rPr>
          <w:t>POŽADAVKY NA ZPRACOVÁNÍ NABÍDKOVÉ CENY</w:t>
        </w:r>
        <w:r>
          <w:rPr>
            <w:noProof/>
            <w:webHidden/>
          </w:rPr>
          <w:tab/>
        </w:r>
        <w:r>
          <w:rPr>
            <w:noProof/>
            <w:webHidden/>
          </w:rPr>
          <w:fldChar w:fldCharType="begin"/>
        </w:r>
        <w:r>
          <w:rPr>
            <w:noProof/>
            <w:webHidden/>
          </w:rPr>
          <w:instrText xml:space="preserve"> PAGEREF _Toc200099371 \h </w:instrText>
        </w:r>
        <w:r>
          <w:rPr>
            <w:noProof/>
            <w:webHidden/>
          </w:rPr>
        </w:r>
        <w:r>
          <w:rPr>
            <w:noProof/>
            <w:webHidden/>
          </w:rPr>
          <w:fldChar w:fldCharType="separate"/>
        </w:r>
        <w:r w:rsidR="004C58C2">
          <w:rPr>
            <w:noProof/>
            <w:webHidden/>
          </w:rPr>
          <w:t>19</w:t>
        </w:r>
        <w:r>
          <w:rPr>
            <w:noProof/>
            <w:webHidden/>
          </w:rPr>
          <w:fldChar w:fldCharType="end"/>
        </w:r>
      </w:hyperlink>
    </w:p>
    <w:p w14:paraId="490B2309" w14:textId="40020109" w:rsidR="00377FDF" w:rsidRDefault="00377FDF">
      <w:pPr>
        <w:pStyle w:val="Obsah1"/>
        <w:rPr>
          <w:rFonts w:eastAsiaTheme="minorEastAsia"/>
          <w:caps w:val="0"/>
          <w:noProof/>
          <w:kern w:val="2"/>
          <w:sz w:val="24"/>
          <w:szCs w:val="24"/>
          <w:lang w:eastAsia="cs-CZ"/>
          <w14:ligatures w14:val="standardContextual"/>
        </w:rPr>
      </w:pPr>
      <w:hyperlink w:anchor="_Toc200099372" w:history="1">
        <w:r w:rsidRPr="000D19B4">
          <w:rPr>
            <w:rStyle w:val="Hypertextovodkaz"/>
          </w:rPr>
          <w:t>14.</w:t>
        </w:r>
        <w:r>
          <w:rPr>
            <w:rFonts w:eastAsiaTheme="minorEastAsia"/>
            <w:caps w:val="0"/>
            <w:noProof/>
            <w:kern w:val="2"/>
            <w:sz w:val="24"/>
            <w:szCs w:val="24"/>
            <w:lang w:eastAsia="cs-CZ"/>
            <w14:ligatures w14:val="standardContextual"/>
          </w:rPr>
          <w:tab/>
        </w:r>
        <w:r w:rsidRPr="000D19B4">
          <w:rPr>
            <w:rStyle w:val="Hypertextovodkaz"/>
          </w:rPr>
          <w:t>VARIANTY NABÍDKY, VÝHRADA ZMĚNY DODAVATELE</w:t>
        </w:r>
        <w:r>
          <w:rPr>
            <w:noProof/>
            <w:webHidden/>
          </w:rPr>
          <w:tab/>
        </w:r>
        <w:r>
          <w:rPr>
            <w:noProof/>
            <w:webHidden/>
          </w:rPr>
          <w:fldChar w:fldCharType="begin"/>
        </w:r>
        <w:r>
          <w:rPr>
            <w:noProof/>
            <w:webHidden/>
          </w:rPr>
          <w:instrText xml:space="preserve"> PAGEREF _Toc200099372 \h </w:instrText>
        </w:r>
        <w:r>
          <w:rPr>
            <w:noProof/>
            <w:webHidden/>
          </w:rPr>
        </w:r>
        <w:r>
          <w:rPr>
            <w:noProof/>
            <w:webHidden/>
          </w:rPr>
          <w:fldChar w:fldCharType="separate"/>
        </w:r>
        <w:r w:rsidR="004C58C2">
          <w:rPr>
            <w:noProof/>
            <w:webHidden/>
          </w:rPr>
          <w:t>20</w:t>
        </w:r>
        <w:r>
          <w:rPr>
            <w:noProof/>
            <w:webHidden/>
          </w:rPr>
          <w:fldChar w:fldCharType="end"/>
        </w:r>
      </w:hyperlink>
    </w:p>
    <w:p w14:paraId="4B4BD98D" w14:textId="0726A7D2" w:rsidR="00377FDF" w:rsidRDefault="00377FDF">
      <w:pPr>
        <w:pStyle w:val="Obsah1"/>
        <w:rPr>
          <w:rFonts w:eastAsiaTheme="minorEastAsia"/>
          <w:caps w:val="0"/>
          <w:noProof/>
          <w:kern w:val="2"/>
          <w:sz w:val="24"/>
          <w:szCs w:val="24"/>
          <w:lang w:eastAsia="cs-CZ"/>
          <w14:ligatures w14:val="standardContextual"/>
        </w:rPr>
      </w:pPr>
      <w:hyperlink w:anchor="_Toc200099373" w:history="1">
        <w:r w:rsidRPr="000D19B4">
          <w:rPr>
            <w:rStyle w:val="Hypertextovodkaz"/>
          </w:rPr>
          <w:t>15.</w:t>
        </w:r>
        <w:r>
          <w:rPr>
            <w:rFonts w:eastAsiaTheme="minorEastAsia"/>
            <w:caps w:val="0"/>
            <w:noProof/>
            <w:kern w:val="2"/>
            <w:sz w:val="24"/>
            <w:szCs w:val="24"/>
            <w:lang w:eastAsia="cs-CZ"/>
            <w14:ligatures w14:val="standardContextual"/>
          </w:rPr>
          <w:tab/>
        </w:r>
        <w:r w:rsidRPr="000D19B4">
          <w:rPr>
            <w:rStyle w:val="Hypertextovodkaz"/>
          </w:rPr>
          <w:t>OTEVÍRÁNÍ NABÍDEK</w:t>
        </w:r>
        <w:r>
          <w:rPr>
            <w:noProof/>
            <w:webHidden/>
          </w:rPr>
          <w:tab/>
        </w:r>
        <w:r>
          <w:rPr>
            <w:noProof/>
            <w:webHidden/>
          </w:rPr>
          <w:fldChar w:fldCharType="begin"/>
        </w:r>
        <w:r>
          <w:rPr>
            <w:noProof/>
            <w:webHidden/>
          </w:rPr>
          <w:instrText xml:space="preserve"> PAGEREF _Toc200099373 \h </w:instrText>
        </w:r>
        <w:r>
          <w:rPr>
            <w:noProof/>
            <w:webHidden/>
          </w:rPr>
        </w:r>
        <w:r>
          <w:rPr>
            <w:noProof/>
            <w:webHidden/>
          </w:rPr>
          <w:fldChar w:fldCharType="separate"/>
        </w:r>
        <w:r w:rsidR="004C58C2">
          <w:rPr>
            <w:noProof/>
            <w:webHidden/>
          </w:rPr>
          <w:t>20</w:t>
        </w:r>
        <w:r>
          <w:rPr>
            <w:noProof/>
            <w:webHidden/>
          </w:rPr>
          <w:fldChar w:fldCharType="end"/>
        </w:r>
      </w:hyperlink>
    </w:p>
    <w:p w14:paraId="37E5C26D" w14:textId="48390F01" w:rsidR="00377FDF" w:rsidRDefault="00377FDF">
      <w:pPr>
        <w:pStyle w:val="Obsah1"/>
        <w:rPr>
          <w:rFonts w:eastAsiaTheme="minorEastAsia"/>
          <w:caps w:val="0"/>
          <w:noProof/>
          <w:kern w:val="2"/>
          <w:sz w:val="24"/>
          <w:szCs w:val="24"/>
          <w:lang w:eastAsia="cs-CZ"/>
          <w14:ligatures w14:val="standardContextual"/>
        </w:rPr>
      </w:pPr>
      <w:hyperlink w:anchor="_Toc200099374" w:history="1">
        <w:r w:rsidRPr="000D19B4">
          <w:rPr>
            <w:rStyle w:val="Hypertextovodkaz"/>
          </w:rPr>
          <w:t>16.</w:t>
        </w:r>
        <w:r>
          <w:rPr>
            <w:rFonts w:eastAsiaTheme="minorEastAsia"/>
            <w:caps w:val="0"/>
            <w:noProof/>
            <w:kern w:val="2"/>
            <w:sz w:val="24"/>
            <w:szCs w:val="24"/>
            <w:lang w:eastAsia="cs-CZ"/>
            <w14:ligatures w14:val="standardContextual"/>
          </w:rPr>
          <w:tab/>
        </w:r>
        <w:r w:rsidRPr="000D19B4">
          <w:rPr>
            <w:rStyle w:val="Hypertextovodkaz"/>
          </w:rPr>
          <w:t>POSOUZENÍ SPLNĚNÍ PODMÍNEK ÚČASTI</w:t>
        </w:r>
        <w:r>
          <w:rPr>
            <w:noProof/>
            <w:webHidden/>
          </w:rPr>
          <w:tab/>
        </w:r>
        <w:r>
          <w:rPr>
            <w:noProof/>
            <w:webHidden/>
          </w:rPr>
          <w:fldChar w:fldCharType="begin"/>
        </w:r>
        <w:r>
          <w:rPr>
            <w:noProof/>
            <w:webHidden/>
          </w:rPr>
          <w:instrText xml:space="preserve"> PAGEREF _Toc200099374 \h </w:instrText>
        </w:r>
        <w:r>
          <w:rPr>
            <w:noProof/>
            <w:webHidden/>
          </w:rPr>
        </w:r>
        <w:r>
          <w:rPr>
            <w:noProof/>
            <w:webHidden/>
          </w:rPr>
          <w:fldChar w:fldCharType="separate"/>
        </w:r>
        <w:r w:rsidR="004C58C2">
          <w:rPr>
            <w:noProof/>
            <w:webHidden/>
          </w:rPr>
          <w:t>20</w:t>
        </w:r>
        <w:r>
          <w:rPr>
            <w:noProof/>
            <w:webHidden/>
          </w:rPr>
          <w:fldChar w:fldCharType="end"/>
        </w:r>
      </w:hyperlink>
    </w:p>
    <w:p w14:paraId="04609F07" w14:textId="633D1D18" w:rsidR="00377FDF" w:rsidRDefault="00377FDF">
      <w:pPr>
        <w:pStyle w:val="Obsah1"/>
        <w:rPr>
          <w:rFonts w:eastAsiaTheme="minorEastAsia"/>
          <w:caps w:val="0"/>
          <w:noProof/>
          <w:kern w:val="2"/>
          <w:sz w:val="24"/>
          <w:szCs w:val="24"/>
          <w:lang w:eastAsia="cs-CZ"/>
          <w14:ligatures w14:val="standardContextual"/>
        </w:rPr>
      </w:pPr>
      <w:hyperlink w:anchor="_Toc200099375" w:history="1">
        <w:r w:rsidRPr="000D19B4">
          <w:rPr>
            <w:rStyle w:val="Hypertextovodkaz"/>
          </w:rPr>
          <w:t>17.</w:t>
        </w:r>
        <w:r>
          <w:rPr>
            <w:rFonts w:eastAsiaTheme="minorEastAsia"/>
            <w:caps w:val="0"/>
            <w:noProof/>
            <w:kern w:val="2"/>
            <w:sz w:val="24"/>
            <w:szCs w:val="24"/>
            <w:lang w:eastAsia="cs-CZ"/>
            <w14:ligatures w14:val="standardContextual"/>
          </w:rPr>
          <w:tab/>
        </w:r>
        <w:r w:rsidRPr="000D19B4">
          <w:rPr>
            <w:rStyle w:val="Hypertextovodkaz"/>
          </w:rPr>
          <w:t>HODNOCENÍ NABÍDEK</w:t>
        </w:r>
        <w:r>
          <w:rPr>
            <w:noProof/>
            <w:webHidden/>
          </w:rPr>
          <w:tab/>
        </w:r>
        <w:r>
          <w:rPr>
            <w:noProof/>
            <w:webHidden/>
          </w:rPr>
          <w:fldChar w:fldCharType="begin"/>
        </w:r>
        <w:r>
          <w:rPr>
            <w:noProof/>
            <w:webHidden/>
          </w:rPr>
          <w:instrText xml:space="preserve"> PAGEREF _Toc200099375 \h </w:instrText>
        </w:r>
        <w:r>
          <w:rPr>
            <w:noProof/>
            <w:webHidden/>
          </w:rPr>
        </w:r>
        <w:r>
          <w:rPr>
            <w:noProof/>
            <w:webHidden/>
          </w:rPr>
          <w:fldChar w:fldCharType="separate"/>
        </w:r>
        <w:r w:rsidR="004C58C2">
          <w:rPr>
            <w:noProof/>
            <w:webHidden/>
          </w:rPr>
          <w:t>22</w:t>
        </w:r>
        <w:r>
          <w:rPr>
            <w:noProof/>
            <w:webHidden/>
          </w:rPr>
          <w:fldChar w:fldCharType="end"/>
        </w:r>
      </w:hyperlink>
    </w:p>
    <w:p w14:paraId="09C17157" w14:textId="10F8C5C2" w:rsidR="00377FDF" w:rsidRDefault="00377FDF">
      <w:pPr>
        <w:pStyle w:val="Obsah1"/>
        <w:rPr>
          <w:rFonts w:eastAsiaTheme="minorEastAsia"/>
          <w:caps w:val="0"/>
          <w:noProof/>
          <w:kern w:val="2"/>
          <w:sz w:val="24"/>
          <w:szCs w:val="24"/>
          <w:lang w:eastAsia="cs-CZ"/>
          <w14:ligatures w14:val="standardContextual"/>
        </w:rPr>
      </w:pPr>
      <w:hyperlink w:anchor="_Toc200099376" w:history="1">
        <w:r w:rsidRPr="000D19B4">
          <w:rPr>
            <w:rStyle w:val="Hypertextovodkaz"/>
          </w:rPr>
          <w:t>18.</w:t>
        </w:r>
        <w:r>
          <w:rPr>
            <w:rFonts w:eastAsiaTheme="minorEastAsia"/>
            <w:caps w:val="0"/>
            <w:noProof/>
            <w:kern w:val="2"/>
            <w:sz w:val="24"/>
            <w:szCs w:val="24"/>
            <w:lang w:eastAsia="cs-CZ"/>
            <w14:ligatures w14:val="standardContextual"/>
          </w:rPr>
          <w:tab/>
        </w:r>
        <w:r w:rsidRPr="000D19B4">
          <w:rPr>
            <w:rStyle w:val="Hypertextovodkaz"/>
          </w:rPr>
          <w:t>ZRUŠENÍ VÝBĚROVÉHO ŘÍZENÍ</w:t>
        </w:r>
        <w:r>
          <w:rPr>
            <w:noProof/>
            <w:webHidden/>
          </w:rPr>
          <w:tab/>
        </w:r>
        <w:r>
          <w:rPr>
            <w:noProof/>
            <w:webHidden/>
          </w:rPr>
          <w:fldChar w:fldCharType="begin"/>
        </w:r>
        <w:r>
          <w:rPr>
            <w:noProof/>
            <w:webHidden/>
          </w:rPr>
          <w:instrText xml:space="preserve"> PAGEREF _Toc200099376 \h </w:instrText>
        </w:r>
        <w:r>
          <w:rPr>
            <w:noProof/>
            <w:webHidden/>
          </w:rPr>
        </w:r>
        <w:r>
          <w:rPr>
            <w:noProof/>
            <w:webHidden/>
          </w:rPr>
          <w:fldChar w:fldCharType="separate"/>
        </w:r>
        <w:r w:rsidR="004C58C2">
          <w:rPr>
            <w:noProof/>
            <w:webHidden/>
          </w:rPr>
          <w:t>22</w:t>
        </w:r>
        <w:r>
          <w:rPr>
            <w:noProof/>
            <w:webHidden/>
          </w:rPr>
          <w:fldChar w:fldCharType="end"/>
        </w:r>
      </w:hyperlink>
    </w:p>
    <w:p w14:paraId="5D25C702" w14:textId="249EDD78" w:rsidR="00377FDF" w:rsidRDefault="00377FDF">
      <w:pPr>
        <w:pStyle w:val="Obsah1"/>
        <w:rPr>
          <w:rFonts w:eastAsiaTheme="minorEastAsia"/>
          <w:caps w:val="0"/>
          <w:noProof/>
          <w:kern w:val="2"/>
          <w:sz w:val="24"/>
          <w:szCs w:val="24"/>
          <w:lang w:eastAsia="cs-CZ"/>
          <w14:ligatures w14:val="standardContextual"/>
        </w:rPr>
      </w:pPr>
      <w:hyperlink w:anchor="_Toc200099377" w:history="1">
        <w:r w:rsidRPr="000D19B4">
          <w:rPr>
            <w:rStyle w:val="Hypertextovodkaz"/>
          </w:rPr>
          <w:t>19.</w:t>
        </w:r>
        <w:r>
          <w:rPr>
            <w:rFonts w:eastAsiaTheme="minorEastAsia"/>
            <w:caps w:val="0"/>
            <w:noProof/>
            <w:kern w:val="2"/>
            <w:sz w:val="24"/>
            <w:szCs w:val="24"/>
            <w:lang w:eastAsia="cs-CZ"/>
            <w14:ligatures w14:val="standardContextual"/>
          </w:rPr>
          <w:tab/>
        </w:r>
        <w:r w:rsidRPr="000D19B4">
          <w:rPr>
            <w:rStyle w:val="Hypertextovodkaz"/>
          </w:rPr>
          <w:t>UZAVŘENÍ SMLOUVY</w:t>
        </w:r>
        <w:r>
          <w:rPr>
            <w:noProof/>
            <w:webHidden/>
          </w:rPr>
          <w:tab/>
        </w:r>
        <w:r>
          <w:rPr>
            <w:noProof/>
            <w:webHidden/>
          </w:rPr>
          <w:fldChar w:fldCharType="begin"/>
        </w:r>
        <w:r>
          <w:rPr>
            <w:noProof/>
            <w:webHidden/>
          </w:rPr>
          <w:instrText xml:space="preserve"> PAGEREF _Toc200099377 \h </w:instrText>
        </w:r>
        <w:r>
          <w:rPr>
            <w:noProof/>
            <w:webHidden/>
          </w:rPr>
        </w:r>
        <w:r>
          <w:rPr>
            <w:noProof/>
            <w:webHidden/>
          </w:rPr>
          <w:fldChar w:fldCharType="separate"/>
        </w:r>
        <w:r w:rsidR="004C58C2">
          <w:rPr>
            <w:noProof/>
            <w:webHidden/>
          </w:rPr>
          <w:t>22</w:t>
        </w:r>
        <w:r>
          <w:rPr>
            <w:noProof/>
            <w:webHidden/>
          </w:rPr>
          <w:fldChar w:fldCharType="end"/>
        </w:r>
      </w:hyperlink>
    </w:p>
    <w:p w14:paraId="0D507E9B" w14:textId="73AB72D3" w:rsidR="00377FDF" w:rsidRDefault="00377FDF">
      <w:pPr>
        <w:pStyle w:val="Obsah1"/>
        <w:rPr>
          <w:rFonts w:eastAsiaTheme="minorEastAsia"/>
          <w:caps w:val="0"/>
          <w:noProof/>
          <w:kern w:val="2"/>
          <w:sz w:val="24"/>
          <w:szCs w:val="24"/>
          <w:lang w:eastAsia="cs-CZ"/>
          <w14:ligatures w14:val="standardContextual"/>
        </w:rPr>
      </w:pPr>
      <w:hyperlink w:anchor="_Toc200099378" w:history="1">
        <w:r w:rsidRPr="000D19B4">
          <w:rPr>
            <w:rStyle w:val="Hypertextovodkaz"/>
          </w:rPr>
          <w:t>20.</w:t>
        </w:r>
        <w:r>
          <w:rPr>
            <w:rFonts w:eastAsiaTheme="minorEastAsia"/>
            <w:caps w:val="0"/>
            <w:noProof/>
            <w:kern w:val="2"/>
            <w:sz w:val="24"/>
            <w:szCs w:val="24"/>
            <w:lang w:eastAsia="cs-CZ"/>
            <w14:ligatures w14:val="standardContextual"/>
          </w:rPr>
          <w:tab/>
        </w:r>
        <w:r w:rsidRPr="000D19B4">
          <w:rPr>
            <w:rStyle w:val="Hypertextovodkaz"/>
          </w:rPr>
          <w:t>OCHRANA INFORMACÍ</w:t>
        </w:r>
        <w:r>
          <w:rPr>
            <w:noProof/>
            <w:webHidden/>
          </w:rPr>
          <w:tab/>
        </w:r>
        <w:r>
          <w:rPr>
            <w:noProof/>
            <w:webHidden/>
          </w:rPr>
          <w:fldChar w:fldCharType="begin"/>
        </w:r>
        <w:r>
          <w:rPr>
            <w:noProof/>
            <w:webHidden/>
          </w:rPr>
          <w:instrText xml:space="preserve"> PAGEREF _Toc200099378 \h </w:instrText>
        </w:r>
        <w:r>
          <w:rPr>
            <w:noProof/>
            <w:webHidden/>
          </w:rPr>
        </w:r>
        <w:r>
          <w:rPr>
            <w:noProof/>
            <w:webHidden/>
          </w:rPr>
          <w:fldChar w:fldCharType="separate"/>
        </w:r>
        <w:r w:rsidR="004C58C2">
          <w:rPr>
            <w:noProof/>
            <w:webHidden/>
          </w:rPr>
          <w:t>24</w:t>
        </w:r>
        <w:r>
          <w:rPr>
            <w:noProof/>
            <w:webHidden/>
          </w:rPr>
          <w:fldChar w:fldCharType="end"/>
        </w:r>
      </w:hyperlink>
    </w:p>
    <w:p w14:paraId="6415C2D8" w14:textId="0A6A24A8" w:rsidR="00377FDF" w:rsidRDefault="00377FDF">
      <w:pPr>
        <w:pStyle w:val="Obsah1"/>
        <w:rPr>
          <w:rFonts w:eastAsiaTheme="minorEastAsia"/>
          <w:caps w:val="0"/>
          <w:noProof/>
          <w:kern w:val="2"/>
          <w:sz w:val="24"/>
          <w:szCs w:val="24"/>
          <w:lang w:eastAsia="cs-CZ"/>
          <w14:ligatures w14:val="standardContextual"/>
        </w:rPr>
      </w:pPr>
      <w:hyperlink w:anchor="_Toc200099379" w:history="1">
        <w:r w:rsidRPr="000D19B4">
          <w:rPr>
            <w:rStyle w:val="Hypertextovodkaz"/>
          </w:rPr>
          <w:t>21.</w:t>
        </w:r>
        <w:r>
          <w:rPr>
            <w:rFonts w:eastAsiaTheme="minorEastAsia"/>
            <w:caps w:val="0"/>
            <w:noProof/>
            <w:kern w:val="2"/>
            <w:sz w:val="24"/>
            <w:szCs w:val="24"/>
            <w:lang w:eastAsia="cs-CZ"/>
            <w14:ligatures w14:val="standardContextual"/>
          </w:rPr>
          <w:tab/>
        </w:r>
        <w:r w:rsidRPr="000D19B4">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_Toc200099379 \h </w:instrText>
        </w:r>
        <w:r>
          <w:rPr>
            <w:noProof/>
            <w:webHidden/>
          </w:rPr>
        </w:r>
        <w:r>
          <w:rPr>
            <w:noProof/>
            <w:webHidden/>
          </w:rPr>
          <w:fldChar w:fldCharType="separate"/>
        </w:r>
        <w:r w:rsidR="004C58C2">
          <w:rPr>
            <w:noProof/>
            <w:webHidden/>
          </w:rPr>
          <w:t>25</w:t>
        </w:r>
        <w:r>
          <w:rPr>
            <w:noProof/>
            <w:webHidden/>
          </w:rPr>
          <w:fldChar w:fldCharType="end"/>
        </w:r>
      </w:hyperlink>
    </w:p>
    <w:p w14:paraId="31E0BDB3" w14:textId="7E578206" w:rsidR="00377FDF" w:rsidRDefault="00377FDF">
      <w:pPr>
        <w:pStyle w:val="Obsah1"/>
        <w:rPr>
          <w:rFonts w:eastAsiaTheme="minorEastAsia"/>
          <w:caps w:val="0"/>
          <w:noProof/>
          <w:kern w:val="2"/>
          <w:sz w:val="24"/>
          <w:szCs w:val="24"/>
          <w:lang w:eastAsia="cs-CZ"/>
          <w14:ligatures w14:val="standardContextual"/>
        </w:rPr>
      </w:pPr>
      <w:hyperlink w:anchor="_Toc200099380" w:history="1">
        <w:r w:rsidRPr="000D19B4">
          <w:rPr>
            <w:rStyle w:val="Hypertextovodkaz"/>
          </w:rPr>
          <w:t>22.</w:t>
        </w:r>
        <w:r>
          <w:rPr>
            <w:rFonts w:eastAsiaTheme="minorEastAsia"/>
            <w:caps w:val="0"/>
            <w:noProof/>
            <w:kern w:val="2"/>
            <w:sz w:val="24"/>
            <w:szCs w:val="24"/>
            <w:lang w:eastAsia="cs-CZ"/>
            <w14:ligatures w14:val="standardContextual"/>
          </w:rPr>
          <w:tab/>
        </w:r>
        <w:r w:rsidRPr="000D19B4">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_Toc200099380 \h </w:instrText>
        </w:r>
        <w:r>
          <w:rPr>
            <w:noProof/>
            <w:webHidden/>
          </w:rPr>
        </w:r>
        <w:r>
          <w:rPr>
            <w:noProof/>
            <w:webHidden/>
          </w:rPr>
          <w:fldChar w:fldCharType="separate"/>
        </w:r>
        <w:r w:rsidR="004C58C2">
          <w:rPr>
            <w:noProof/>
            <w:webHidden/>
          </w:rPr>
          <w:t>25</w:t>
        </w:r>
        <w:r>
          <w:rPr>
            <w:noProof/>
            <w:webHidden/>
          </w:rPr>
          <w:fldChar w:fldCharType="end"/>
        </w:r>
      </w:hyperlink>
    </w:p>
    <w:p w14:paraId="15DA3EB7" w14:textId="48E19975" w:rsidR="00377FDF" w:rsidRDefault="00377FDF">
      <w:pPr>
        <w:pStyle w:val="Obsah1"/>
        <w:rPr>
          <w:rFonts w:eastAsiaTheme="minorEastAsia"/>
          <w:caps w:val="0"/>
          <w:noProof/>
          <w:kern w:val="2"/>
          <w:sz w:val="24"/>
          <w:szCs w:val="24"/>
          <w:lang w:eastAsia="cs-CZ"/>
          <w14:ligatures w14:val="standardContextual"/>
        </w:rPr>
      </w:pPr>
      <w:hyperlink w:anchor="_Toc200099381" w:history="1">
        <w:r w:rsidRPr="000D19B4">
          <w:rPr>
            <w:rStyle w:val="Hypertextovodkaz"/>
          </w:rPr>
          <w:t>23.</w:t>
        </w:r>
        <w:r>
          <w:rPr>
            <w:rFonts w:eastAsiaTheme="minorEastAsia"/>
            <w:caps w:val="0"/>
            <w:noProof/>
            <w:kern w:val="2"/>
            <w:sz w:val="24"/>
            <w:szCs w:val="24"/>
            <w:lang w:eastAsia="cs-CZ"/>
            <w14:ligatures w14:val="standardContextual"/>
          </w:rPr>
          <w:tab/>
        </w:r>
        <w:r w:rsidRPr="000D19B4">
          <w:rPr>
            <w:rStyle w:val="Hypertextovodkaz"/>
          </w:rPr>
          <w:t>PŘÍLOHY TÉTO VÝZVY</w:t>
        </w:r>
        <w:r>
          <w:rPr>
            <w:noProof/>
            <w:webHidden/>
          </w:rPr>
          <w:tab/>
        </w:r>
        <w:r>
          <w:rPr>
            <w:noProof/>
            <w:webHidden/>
          </w:rPr>
          <w:fldChar w:fldCharType="begin"/>
        </w:r>
        <w:r>
          <w:rPr>
            <w:noProof/>
            <w:webHidden/>
          </w:rPr>
          <w:instrText xml:space="preserve"> PAGEREF _Toc200099381 \h </w:instrText>
        </w:r>
        <w:r>
          <w:rPr>
            <w:noProof/>
            <w:webHidden/>
          </w:rPr>
        </w:r>
        <w:r>
          <w:rPr>
            <w:noProof/>
            <w:webHidden/>
          </w:rPr>
          <w:fldChar w:fldCharType="separate"/>
        </w:r>
        <w:r w:rsidR="004C58C2">
          <w:rPr>
            <w:noProof/>
            <w:webHidden/>
          </w:rPr>
          <w:t>27</w:t>
        </w:r>
        <w:r>
          <w:rPr>
            <w:noProof/>
            <w:webHidden/>
          </w:rPr>
          <w:fldChar w:fldCharType="end"/>
        </w:r>
      </w:hyperlink>
    </w:p>
    <w:p w14:paraId="6BCC7D72" w14:textId="70A4BF48"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200099359"/>
      <w:bookmarkStart w:id="1" w:name="_Toc389559699"/>
      <w:bookmarkStart w:id="2" w:name="_Toc397429847"/>
      <w:bookmarkStart w:id="3" w:name="_Ref433028040"/>
      <w:bookmarkStart w:id="4" w:name="_Toc1048197"/>
      <w:r>
        <w:lastRenderedPageBreak/>
        <w:t>ÚVODNÍ USTANOVENÍ</w:t>
      </w:r>
      <w:bookmarkEnd w:id="0"/>
    </w:p>
    <w:p w14:paraId="7132B703" w14:textId="4FE2AB1C" w:rsidR="0035531B" w:rsidRDefault="00DD7A41" w:rsidP="00DD7A41">
      <w:pPr>
        <w:pStyle w:val="Text1-1"/>
      </w:pPr>
      <w:r w:rsidRPr="00DD7A41">
        <w:t>Výběrové řízení této veřejné zakázky a všechny navazující právní vztahy se řídí právem České republiky. Podáním nabídky dodavatel zcela a bez výhrad akceptuje zadávací podmínky této veřejné zakázky</w:t>
      </w:r>
      <w:r w:rsidR="0035531B">
        <w:t xml:space="preserve">. </w:t>
      </w:r>
    </w:p>
    <w:p w14:paraId="41A3D438" w14:textId="0E50AF07" w:rsidR="0035531B" w:rsidRDefault="00060F1A" w:rsidP="00DD7A41">
      <w:pPr>
        <w:pStyle w:val="Text1-1"/>
        <w:rPr>
          <w:b/>
        </w:rPr>
      </w:pPr>
      <w:r w:rsidRPr="006F6399">
        <w:t xml:space="preserve">Zadavatel je veřejný zadavatel dle § 4 odst. 1 zákona č. 134/2016 Sb., o zadávání veřejných zakázek, ve znění pozdějších předpisů (dále též </w:t>
      </w:r>
      <w:r w:rsidRPr="006F6399">
        <w:rPr>
          <w:b/>
        </w:rPr>
        <w:t>„ZZVZ“</w:t>
      </w:r>
      <w:r w:rsidRPr="006F6399">
        <w:t>) a zadává tuto veřejnou zakázku na stavební práce jako veřejnou zakázku malého rozsahu dle § 6 ZZVZ a dle § 27 ZZVZ a v souladu s interními předpisy zadavatele</w:t>
      </w:r>
      <w:r>
        <w:t>.</w:t>
      </w:r>
    </w:p>
    <w:p w14:paraId="0EE5DE65" w14:textId="6379CD8D"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45CB34E7" w:rsidR="0035531B" w:rsidRDefault="00DD7A41" w:rsidP="00DD7A41">
      <w:pPr>
        <w:pStyle w:val="Text1-1"/>
      </w:pPr>
      <w:r w:rsidRPr="00DD7A41">
        <w:t>Článek 11 této Výzvy k podání nabídky (dále jen „</w:t>
      </w:r>
      <w:r w:rsidRPr="00DD7A41">
        <w:rPr>
          <w:b/>
        </w:rPr>
        <w:t>Výzva</w:t>
      </w:r>
      <w:r w:rsidRPr="00DD7A41">
        <w:t xml:space="preserve">“) stanoví jazyk podávaných nabídek. Soubor dokumentů tvořících zadávací podmínky je </w:t>
      </w:r>
      <w:r w:rsidR="002E7FE7">
        <w:t xml:space="preserve">vyhotoven </w:t>
      </w:r>
      <w:r w:rsidRPr="00DD7A41">
        <w:t>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2DBA6A81" w:rsidR="0035531B" w:rsidRDefault="00DD7A41" w:rsidP="00DD7A41">
      <w:pPr>
        <w:pStyle w:val="Text1-1"/>
      </w:pPr>
      <w:r w:rsidRPr="00DD7A41">
        <w:t xml:space="preserve">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w:t>
      </w:r>
      <w:r w:rsidR="006825F5">
        <w:t xml:space="preserve">závazného vzoru </w:t>
      </w:r>
      <w:r w:rsidRPr="00DD7A41">
        <w:t xml:space="preserve">smlouvy anebo jejích součástí mohou být považovány za nesplnění podmínek účasti ve výběrovém řízení s </w:t>
      </w:r>
      <w:r w:rsidR="00C15AAB">
        <w:t xml:space="preserve">možným </w:t>
      </w:r>
      <w:r w:rsidRPr="00DD7A41">
        <w:t>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200099360"/>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4B495A7" w:rsidR="0035531B" w:rsidRDefault="0035531B" w:rsidP="0035531B">
      <w:pPr>
        <w:pStyle w:val="Textbezslovn"/>
        <w:spacing w:after="0"/>
      </w:pPr>
      <w:r>
        <w:t xml:space="preserve">sídlo: </w:t>
      </w:r>
      <w:r w:rsidR="00D533E5" w:rsidRPr="00CB20DE">
        <w:rPr>
          <w:bCs/>
        </w:rPr>
        <w:t>Praha 1 - Nové Město, Dlážděná</w:t>
      </w:r>
      <w:r w:rsidR="00D533E5" w:rsidRPr="00CB20DE">
        <w:t xml:space="preserve"> 1003/7,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1244C82" w:rsidR="0035531B" w:rsidRDefault="0035531B" w:rsidP="0035531B">
      <w:pPr>
        <w:pStyle w:val="Textbezslovn"/>
        <w:spacing w:after="0"/>
      </w:pPr>
      <w:r>
        <w:t>IČO: 709</w:t>
      </w:r>
      <w:r w:rsidR="00D533E5">
        <w:t xml:space="preserve"> </w:t>
      </w:r>
      <w:r>
        <w:t>94</w:t>
      </w:r>
      <w:r w:rsidR="00D533E5">
        <w:t xml:space="preserve"> </w:t>
      </w:r>
      <w:r>
        <w:t>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45129771" w14:textId="77777777" w:rsidR="00D533E5" w:rsidRPr="00CB20DE" w:rsidRDefault="0035531B" w:rsidP="00D533E5">
      <w:pPr>
        <w:pStyle w:val="Textbezodsazen"/>
        <w:spacing w:after="0"/>
        <w:ind w:left="709"/>
      </w:pPr>
      <w:r>
        <w:t xml:space="preserve">zastoupená: </w:t>
      </w:r>
      <w:r>
        <w:tab/>
      </w:r>
      <w:r w:rsidR="00D533E5" w:rsidRPr="00CB20DE">
        <w:t>Název:</w:t>
      </w:r>
      <w:r w:rsidR="00D533E5" w:rsidRPr="00CB20DE">
        <w:tab/>
      </w:r>
      <w:r w:rsidR="00D533E5" w:rsidRPr="00CB20DE">
        <w:tab/>
      </w:r>
      <w:r w:rsidR="00D533E5" w:rsidRPr="00D533E5">
        <w:rPr>
          <w:rStyle w:val="FontStyle38"/>
          <w:rFonts w:asciiTheme="minorHAnsi" w:hAnsiTheme="minorHAnsi"/>
          <w:sz w:val="18"/>
          <w:szCs w:val="18"/>
        </w:rPr>
        <w:t>Oblastní ředitelství Brno</w:t>
      </w:r>
      <w:r w:rsidR="00D533E5" w:rsidRPr="00CB20DE">
        <w:rPr>
          <w:highlight w:val="green"/>
        </w:rPr>
        <w:t xml:space="preserve"> </w:t>
      </w:r>
    </w:p>
    <w:p w14:paraId="7548A217" w14:textId="77777777" w:rsidR="00D533E5" w:rsidRPr="00CB20DE" w:rsidRDefault="00D533E5" w:rsidP="00D533E5">
      <w:pPr>
        <w:pStyle w:val="Textbezodsazen"/>
        <w:spacing w:after="0"/>
        <w:ind w:left="709"/>
      </w:pPr>
      <w:r w:rsidRPr="00CB20DE">
        <w:t>Sídlo:</w:t>
      </w:r>
      <w:r w:rsidRPr="00CB20DE">
        <w:tab/>
      </w:r>
      <w:r w:rsidRPr="00CB20DE">
        <w:tab/>
        <w:t>Kounicova 688/26, 611 43 Brno</w:t>
      </w:r>
    </w:p>
    <w:p w14:paraId="032DFE86" w14:textId="4DEA89F7" w:rsidR="0035531B" w:rsidRDefault="00D533E5" w:rsidP="00D533E5">
      <w:pPr>
        <w:pStyle w:val="Textbezslovn"/>
        <w:spacing w:after="0"/>
        <w:ind w:left="2127" w:hanging="1390"/>
      </w:pPr>
      <w:r w:rsidRPr="00CB20DE">
        <w:t>Zastoupená:</w:t>
      </w:r>
      <w:r w:rsidRPr="00CB20DE">
        <w:tab/>
      </w:r>
      <w:r w:rsidRPr="00CB20DE">
        <w:rPr>
          <w:rFonts w:eastAsia="Arial" w:cs="Arial"/>
          <w:color w:val="000000"/>
          <w:spacing w:val="-2"/>
        </w:rPr>
        <w:t>Ing. Liborem Tkáčem, MBA, ředitelem Oblastního ředitelství Brno</w:t>
      </w:r>
    </w:p>
    <w:p w14:paraId="168A08C4" w14:textId="77777777" w:rsidR="0035531B" w:rsidRDefault="0035531B" w:rsidP="0035531B">
      <w:pPr>
        <w:pStyle w:val="Nadpis1-1"/>
      </w:pPr>
      <w:bookmarkStart w:id="6" w:name="_Toc200099361"/>
      <w:r>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w:t>
      </w:r>
      <w:r w:rsidR="007354E9" w:rsidRPr="007354E9">
        <w:lastRenderedPageBreak/>
        <w:t xml:space="preserve">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6702A4EF" w14:textId="77777777" w:rsidR="00D533E5" w:rsidRDefault="0035531B" w:rsidP="00D533E5">
      <w:pPr>
        <w:pStyle w:val="Text1-1"/>
      </w:pPr>
      <w:r>
        <w:t xml:space="preserve">Kontaktní osobou zadavatele pro </w:t>
      </w:r>
      <w:r w:rsidR="009531C1">
        <w:t xml:space="preserve">výběrové </w:t>
      </w:r>
      <w:r>
        <w:t xml:space="preserve">řízení je: </w:t>
      </w:r>
      <w:r w:rsidR="00D533E5" w:rsidRPr="004274A4">
        <w:rPr>
          <w:rFonts w:eastAsia="Arial" w:cs="Arial"/>
          <w:color w:val="000000"/>
        </w:rPr>
        <w:t>Ing. Elena Gr</w:t>
      </w:r>
      <w:r w:rsidR="00D533E5">
        <w:rPr>
          <w:rFonts w:eastAsia="Arial" w:cs="Arial"/>
          <w:color w:val="000000"/>
        </w:rPr>
        <w:t>egorová</w:t>
      </w:r>
    </w:p>
    <w:p w14:paraId="6B7E41A8" w14:textId="77777777" w:rsidR="00D533E5" w:rsidRDefault="00D533E5" w:rsidP="00D533E5">
      <w:pPr>
        <w:pStyle w:val="Textbezslovn"/>
        <w:spacing w:after="0"/>
      </w:pPr>
      <w:r>
        <w:t xml:space="preserve">e-mail: </w:t>
      </w:r>
      <w:r>
        <w:tab/>
      </w:r>
      <w:r>
        <w:rPr>
          <w:rFonts w:eastAsia="Arial" w:cs="Arial"/>
          <w:color w:val="000000"/>
        </w:rPr>
        <w:t>gregorovae@spravazeleznic</w:t>
      </w:r>
      <w:r w:rsidRPr="004274A4">
        <w:rPr>
          <w:rFonts w:eastAsia="Arial" w:cs="Arial"/>
          <w:color w:val="000000"/>
        </w:rPr>
        <w:t>.cz</w:t>
      </w:r>
    </w:p>
    <w:p w14:paraId="7AFE4171" w14:textId="13EC91B8" w:rsidR="0035531B" w:rsidRDefault="0035531B" w:rsidP="0035531B">
      <w:pPr>
        <w:pStyle w:val="Nadpis1-1"/>
      </w:pPr>
      <w:bookmarkStart w:id="7" w:name="_Toc200099362"/>
      <w:r>
        <w:t>ÚČEL</w:t>
      </w:r>
      <w:r w:rsidR="00845C50">
        <w:t xml:space="preserve"> </w:t>
      </w:r>
      <w:r w:rsidR="00776A8A">
        <w:t>A</w:t>
      </w:r>
      <w:r w:rsidR="00845C50">
        <w:t> </w:t>
      </w:r>
      <w:r>
        <w:t>PŘEDMĚT PLNĚNÍ VEŘEJNÉ ZAKÁZKY</w:t>
      </w:r>
      <w:bookmarkEnd w:id="7"/>
    </w:p>
    <w:p w14:paraId="072189A2" w14:textId="3069DDAD" w:rsidR="0035531B" w:rsidRDefault="0035531B" w:rsidP="0035531B">
      <w:pPr>
        <w:pStyle w:val="Text1-1"/>
      </w:pPr>
      <w:r>
        <w:t>Účel veřejné zakázky</w:t>
      </w:r>
      <w:r w:rsidR="00D533E5">
        <w:t xml:space="preserve"> zlepšení technických parametrů budovy.</w:t>
      </w:r>
    </w:p>
    <w:p w14:paraId="427E0306" w14:textId="019A1DCC" w:rsidR="001E1A3D" w:rsidRDefault="00D533E5" w:rsidP="00D533E5">
      <w:pPr>
        <w:pStyle w:val="Text1-1"/>
      </w:pPr>
      <w:r>
        <w:t xml:space="preserve">Předmět plnění veřejné zakázky je </w:t>
      </w:r>
      <w:r w:rsidRPr="00E502D1">
        <w:rPr>
          <w:rFonts w:ascii="Verdana" w:eastAsia="Calibri" w:hAnsi="Verdana"/>
        </w:rPr>
        <w:t>proveden</w:t>
      </w:r>
      <w:r>
        <w:rPr>
          <w:rFonts w:ascii="Verdana" w:eastAsia="Calibri" w:hAnsi="Verdana"/>
        </w:rPr>
        <w:t>í</w:t>
      </w:r>
      <w:r w:rsidRPr="00E502D1">
        <w:rPr>
          <w:rFonts w:ascii="Verdana" w:eastAsia="Calibri" w:hAnsi="Verdana"/>
        </w:rPr>
        <w:t xml:space="preserve"> instalace protihlukových opatření v nájemních bytech spočívající ve výměně oken se stanovenou neprůzvučností, osazení stěnových větracích štěrbin a výměně stávajících bytových ventilátorů. Součástí díla je </w:t>
      </w:r>
      <w:r w:rsidRPr="00E502D1">
        <w:rPr>
          <w:rFonts w:ascii="Verdana" w:hAnsi="Verdana"/>
        </w:rPr>
        <w:t>provedení závěrečného kontrolního měření hluku držitelem osvědčení o akreditaci nebo držitelem autorizace podle § 83c zákona č. 258/2000 Sb.</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200099363"/>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45138062"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3EF2D62F" w:rsidR="007354E9" w:rsidRDefault="007354E9" w:rsidP="00337143">
      <w:pPr>
        <w:pStyle w:val="Text1-1"/>
        <w:spacing w:after="0"/>
      </w:pPr>
      <w:r w:rsidRPr="004F70A1">
        <w:t xml:space="preserve">Předpokládaná hodnota veřejné zakázky činí </w:t>
      </w:r>
      <w:r w:rsidR="005667EF" w:rsidRPr="00D24EE9">
        <w:rPr>
          <w:bCs/>
        </w:rPr>
        <w:t>581.029,00 Kč</w:t>
      </w:r>
      <w:r w:rsidRPr="007354E9">
        <w:rPr>
          <w:b/>
        </w:rPr>
        <w:t xml:space="preserve"> </w:t>
      </w:r>
      <w:r w:rsidRPr="004F70A1">
        <w:t>(bez DPH).</w:t>
      </w:r>
    </w:p>
    <w:p w14:paraId="041DE93A" w14:textId="77777777" w:rsidR="0035531B" w:rsidRDefault="0035531B" w:rsidP="006F6B09">
      <w:pPr>
        <w:pStyle w:val="Nadpis1-1"/>
      </w:pPr>
      <w:bookmarkStart w:id="9" w:name="_Toc200099364"/>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6C2A8BAA" w14:textId="708C5624" w:rsidR="0035531B" w:rsidRDefault="00FD39DE" w:rsidP="002708F1">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C81152">
      <w:pPr>
        <w:pStyle w:val="Text1-1"/>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73FD0D49" w14:textId="3791C56D"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w:t>
      </w:r>
      <w:r w:rsidR="008966D5">
        <w:t xml:space="preserve">uveřejněných </w:t>
      </w:r>
      <w:r w:rsidRPr="00FD39DE">
        <w:t>během lhůty pro podání nabídek</w:t>
      </w:r>
      <w:r w:rsidR="0035531B" w:rsidRPr="008513D8">
        <w:t>.</w:t>
      </w:r>
    </w:p>
    <w:p w14:paraId="4DF38CF3" w14:textId="1A1236C0" w:rsidR="0035531B" w:rsidRPr="008513D8" w:rsidRDefault="004048F9" w:rsidP="00FD39DE">
      <w:pPr>
        <w:pStyle w:val="Text1-1"/>
      </w:pPr>
      <w:r>
        <w:t>Neobsazeno.</w:t>
      </w:r>
    </w:p>
    <w:p w14:paraId="1373219E" w14:textId="77777777" w:rsidR="00FD39DE" w:rsidRDefault="00FD39DE" w:rsidP="00FD39DE">
      <w:pPr>
        <w:pStyle w:val="Text1-1"/>
      </w:pPr>
      <w:r>
        <w:lastRenderedPageBreak/>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200099365"/>
      <w:r>
        <w:t>VYSVĚTLENÍ, ZMĚNY</w:t>
      </w:r>
      <w:r w:rsidR="00845C50">
        <w:t xml:space="preserve"> </w:t>
      </w:r>
      <w:r w:rsidR="00776A8A">
        <w:t>A</w:t>
      </w:r>
      <w:r w:rsidR="00845C50">
        <w:t> </w:t>
      </w:r>
      <w:r>
        <w:t>DOPLNĚNÍ ZADÁVACÍ DOKUMENTACE</w:t>
      </w:r>
      <w:bookmarkEnd w:id="10"/>
      <w:r>
        <w:t xml:space="preserve"> </w:t>
      </w:r>
    </w:p>
    <w:p w14:paraId="3A8E6C92" w14:textId="46035275" w:rsidR="0035531B" w:rsidRPr="00651AC7"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651AC7">
          <w:rPr>
            <w:rStyle w:val="Hypertextovodkaz"/>
            <w:noProof w:val="0"/>
          </w:rPr>
          <w:t>https://zakazky.spravazeleznic.cz/</w:t>
        </w:r>
      </w:hyperlink>
      <w:r w:rsidRPr="00651AC7">
        <w:t xml:space="preserve">. Písemná žádost musí být zadavateli doručena </w:t>
      </w:r>
      <w:r w:rsidRPr="00651AC7">
        <w:rPr>
          <w:b/>
        </w:rPr>
        <w:t xml:space="preserve">nejpozději </w:t>
      </w:r>
      <w:r w:rsidR="00651AC7" w:rsidRPr="00651AC7">
        <w:rPr>
          <w:b/>
        </w:rPr>
        <w:t>2</w:t>
      </w:r>
      <w:r w:rsidR="00B07880" w:rsidRPr="00651AC7">
        <w:rPr>
          <w:b/>
        </w:rPr>
        <w:t xml:space="preserve"> pracovních dnů</w:t>
      </w:r>
      <w:r w:rsidR="00B07880" w:rsidRPr="00651AC7">
        <w:t xml:space="preserve"> </w:t>
      </w:r>
      <w:r w:rsidRPr="00651AC7">
        <w:t>před uplynutím lhůty pro podání nabídek</w:t>
      </w:r>
      <w:r w:rsidR="00693188" w:rsidRPr="00651AC7">
        <w:t>, jinak zadavatel není povinen vysvětlení poskytnout</w:t>
      </w:r>
      <w:r w:rsidRPr="00651AC7">
        <w:t>.</w:t>
      </w:r>
    </w:p>
    <w:p w14:paraId="04E7F2E9" w14:textId="63D78574" w:rsidR="0035531B" w:rsidRDefault="00FD39DE" w:rsidP="00FD39DE">
      <w:pPr>
        <w:pStyle w:val="Text1-1"/>
      </w:pPr>
      <w:r w:rsidRPr="00651AC7">
        <w:t xml:space="preserve">Zadavatel poskytne vysvětlení zadávací dokumentace nejpozději do </w:t>
      </w:r>
      <w:r w:rsidRPr="00651AC7">
        <w:rPr>
          <w:b/>
          <w:bCs/>
        </w:rPr>
        <w:t xml:space="preserve">2 </w:t>
      </w:r>
      <w:r w:rsidRPr="00651AC7">
        <w:t>pracovních dnů po doručení žádosti podle předchozího odstavce. Pokud zadavatel na žádost o vysvětlení, která není doručena včas, vysvětlení poskytne, nemusí dodržet lhůtu uvedenou v předchozí větě</w:t>
      </w:r>
      <w:r w:rsidR="0035531B" w:rsidRPr="00651AC7">
        <w:t>.</w:t>
      </w:r>
      <w:r w:rsidR="00693188" w:rsidRPr="00651AC7">
        <w:t xml:space="preserve"> Vysvětlení zadávací dokumentace může zadavatel poskytn</w:t>
      </w:r>
      <w:r w:rsidR="00693188" w:rsidRPr="00FD39DE">
        <w:t>out i bez předchozí žádosti</w:t>
      </w:r>
      <w:r w:rsidR="00693188">
        <w:t xml:space="preserve">, a to nejméně </w:t>
      </w:r>
      <w:r w:rsidR="00651AC7" w:rsidRPr="00651AC7">
        <w:rPr>
          <w:b/>
          <w:bCs/>
        </w:rPr>
        <w:t>2</w:t>
      </w:r>
      <w:r w:rsidR="00CE5F6A" w:rsidRPr="00651AC7">
        <w:rPr>
          <w:b/>
          <w:bCs/>
        </w:rPr>
        <w:t xml:space="preserve"> </w:t>
      </w:r>
      <w:r w:rsidR="00651AC7">
        <w:t>p</w:t>
      </w:r>
      <w:r w:rsidR="00693188">
        <w:t>racovní dny před uplynutím lhůty pro podání nabídek.</w:t>
      </w:r>
    </w:p>
    <w:p w14:paraId="33849454" w14:textId="27B72BAB" w:rsidR="0035531B" w:rsidRDefault="00FD39DE" w:rsidP="00651AC7">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200099366"/>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561624">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6A129F0F" w:rsidR="0035531B" w:rsidRPr="00C21FDC" w:rsidRDefault="0035531B" w:rsidP="00561624">
      <w:pPr>
        <w:pStyle w:val="Odrka1-2-"/>
        <w:spacing w:after="240"/>
      </w:pPr>
      <w:r w:rsidRPr="00C21FDC">
        <w:t>Provádění staveb, jejich změn</w:t>
      </w:r>
      <w:r w:rsidR="00845C50" w:rsidRPr="00C21FDC">
        <w:t xml:space="preserve"> a </w:t>
      </w:r>
      <w:r w:rsidRPr="00C21FDC">
        <w:t>odstraňování</w:t>
      </w:r>
    </w:p>
    <w:p w14:paraId="03FF036D" w14:textId="77777777" w:rsidR="0035531B" w:rsidRDefault="0035531B" w:rsidP="00092CC9">
      <w:pPr>
        <w:pStyle w:val="Odrka1-1"/>
      </w:pPr>
      <w:r>
        <w:t>Odborná způsobilost:</w:t>
      </w:r>
    </w:p>
    <w:p w14:paraId="3D40E566" w14:textId="4A66A63C" w:rsidR="0035531B" w:rsidRDefault="0035531B" w:rsidP="00F31FF4">
      <w:pPr>
        <w:pStyle w:val="Odrka1-2-"/>
        <w:numPr>
          <w:ilvl w:val="0"/>
          <w:numId w:val="0"/>
        </w:numPr>
        <w:ind w:left="1190"/>
      </w:pPr>
      <w:r>
        <w:t>Zadavatel požaduje předložení dokladu</w:t>
      </w:r>
      <w:r w:rsidR="00092CC9">
        <w:t xml:space="preserve"> o </w:t>
      </w:r>
      <w:r>
        <w:t>autorizaci</w:t>
      </w:r>
      <w:r w:rsidR="00092CC9">
        <w:t xml:space="preserve"> v </w:t>
      </w:r>
      <w:r>
        <w:t xml:space="preserve">rozsahu dle § 5 odst. 3 písm. </w:t>
      </w:r>
      <w:r w:rsidR="00F31FF4" w:rsidRPr="00F31FF4">
        <w:rPr>
          <w:b/>
        </w:rPr>
        <w:t>a</w:t>
      </w:r>
      <w:r w:rsidR="00344A9C" w:rsidRPr="00F31FF4">
        <w:rPr>
          <w:b/>
        </w:rPr>
        <w:t xml:space="preserve">) </w:t>
      </w:r>
      <w:r w:rsidR="00F31FF4" w:rsidRPr="00F31FF4">
        <w:t>pozemní</w:t>
      </w:r>
      <w:r w:rsidR="00344A9C" w:rsidRPr="00F31FF4">
        <w:t xml:space="preserve"> stavby</w:t>
      </w:r>
      <w:r w:rsidR="00F31FF4">
        <w:t xml:space="preserv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201EBDF5" w14:textId="02FEAC53" w:rsidR="00344A9C" w:rsidRPr="00CC4380" w:rsidRDefault="00344A9C" w:rsidP="00F31FF4">
      <w:pPr>
        <w:pStyle w:val="Odrka1-2-"/>
        <w:numPr>
          <w:ilvl w:val="0"/>
          <w:numId w:val="0"/>
        </w:numPr>
        <w:ind w:left="1531"/>
        <w:rPr>
          <w:highlight w:val="green"/>
        </w:rPr>
      </w:pP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1F78F9D3"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nebo opravy</w:t>
      </w:r>
      <w:r w:rsidR="00BC12B5">
        <w:t xml:space="preserve"> </w:t>
      </w:r>
      <w:r>
        <w:t xml:space="preserve">na </w:t>
      </w:r>
      <w:r w:rsidR="00561624">
        <w:t xml:space="preserve">pozemních </w:t>
      </w:r>
      <w:r>
        <w:t>stavbách</w:t>
      </w:r>
      <w:r w:rsidR="00F6113F">
        <w:t xml:space="preserve">, </w:t>
      </w:r>
      <w:r w:rsidR="00373447">
        <w:t>poskytnutých</w:t>
      </w:r>
      <w:r w:rsidR="0034442C">
        <w:t xml:space="preserve">, tzn. </w:t>
      </w:r>
      <w:r w:rsidR="0034442C">
        <w:lastRenderedPageBreak/>
        <w:t>realizovaných a dokončených</w:t>
      </w:r>
      <w:r w:rsidR="00373447">
        <w:t xml:space="preserve"> dodavatelem </w:t>
      </w:r>
      <w:r>
        <w:t xml:space="preserve">za posledních </w:t>
      </w:r>
      <w:r w:rsidRPr="00561624">
        <w:t>5</w:t>
      </w:r>
      <w:r>
        <w:t xml:space="preserve"> let před zahájením výběrového řízení (dále jako „</w:t>
      </w:r>
      <w:r w:rsidRPr="00F95A2C">
        <w:rPr>
          <w:b/>
        </w:rPr>
        <w:t>stavební práce</w:t>
      </w:r>
      <w:r>
        <w:t xml:space="preserve">“). </w:t>
      </w:r>
    </w:p>
    <w:p w14:paraId="3D4CF4EA" w14:textId="7891F63D"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561624">
        <w:t>5</w:t>
      </w:r>
      <w:r>
        <w:t xml:space="preserve"> letech před zahájením výběrového řízení řádně poskytl a dokončil minimálně </w:t>
      </w:r>
      <w:r w:rsidRPr="00F95A2C">
        <w:rPr>
          <w:b/>
        </w:rPr>
        <w:t>dvě</w:t>
      </w:r>
      <w:r>
        <w:t xml:space="preserve"> stavební práce v celkové hodnotě v součtu, včetně případných poddodávek, alespoň ve výši </w:t>
      </w:r>
      <w:r w:rsidR="00561624" w:rsidRPr="00561624">
        <w:rPr>
          <w:b/>
          <w:bCs/>
        </w:rPr>
        <w:t>500.000,00</w:t>
      </w:r>
      <w:r>
        <w:t xml:space="preserve"> </w:t>
      </w:r>
      <w:r w:rsidRPr="00930B76">
        <w:rPr>
          <w:b/>
        </w:rPr>
        <w:t>Kč</w:t>
      </w:r>
      <w:r w:rsidRPr="00930B76">
        <w:t xml:space="preserve"> bez DPH, jejichž </w:t>
      </w:r>
      <w:r w:rsidR="00B477DA" w:rsidRPr="00930B76">
        <w:t xml:space="preserve">předmětem </w:t>
      </w:r>
      <w:r w:rsidRPr="00930B76">
        <w:t xml:space="preserve">byla </w:t>
      </w:r>
      <w:r w:rsidR="00A463B5">
        <w:t xml:space="preserve">mimo jiné </w:t>
      </w:r>
      <w:r w:rsidRPr="00561624">
        <w:t>novostavba</w:t>
      </w:r>
      <w:r w:rsidR="005B3472" w:rsidRPr="00561624">
        <w:t>, rekonstrukce či oprava</w:t>
      </w:r>
      <w:r w:rsidRPr="00561624">
        <w:t xml:space="preserve"> </w:t>
      </w:r>
      <w:r w:rsidR="00561624" w:rsidRPr="00561624">
        <w:t>objektů pozemních staveb</w:t>
      </w:r>
      <w:r w:rsidRPr="00930B76">
        <w:t xml:space="preserve">, přičemž celková hodnota alespoň jedné provedené stavební práce musí, včetně případných poddodávek, činit alespoň </w:t>
      </w:r>
      <w:r w:rsidR="00561624" w:rsidRPr="00561624">
        <w:rPr>
          <w:b/>
          <w:bCs/>
        </w:rPr>
        <w:t>300.000,00</w:t>
      </w:r>
      <w:r w:rsidRPr="00930B76">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F52E895"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9C69C4">
        <w:t xml:space="preserve">č. </w:t>
      </w:r>
      <w:r w:rsidR="009C69C4" w:rsidRPr="005B6162">
        <w:t>586/1992 Sb.</w:t>
      </w:r>
      <w:r w:rsidR="009C69C4">
        <w:t xml:space="preserve">, </w:t>
      </w:r>
      <w:r>
        <w:t>o daních z</w:t>
      </w:r>
      <w:r w:rsidR="003870BD">
        <w:t xml:space="preserve"> </w:t>
      </w:r>
      <w:r>
        <w:t>příjmů</w:t>
      </w:r>
      <w:r w:rsidR="003870BD">
        <w:t xml:space="preserve">, ve znění pozdějších předpisů </w:t>
      </w:r>
      <w:r w:rsidR="003870BD" w:rsidRPr="000045F9">
        <w:t>(dále jen „</w:t>
      </w:r>
      <w:r w:rsidR="003870BD" w:rsidRPr="00B10A81">
        <w:rPr>
          <w:bCs/>
        </w:rPr>
        <w:t>zákon o daních z příjmů</w:t>
      </w:r>
      <w:r w:rsidR="003870BD">
        <w:t>“</w:t>
      </w:r>
      <w:r w:rsidR="003870BD" w:rsidRPr="000045F9">
        <w:t>)</w:t>
      </w:r>
      <w:r>
        <w:t xml:space="preserve">. Zároveň se nejedná o změnu dokončené stavby ve smyslu </w:t>
      </w:r>
      <w:r w:rsidR="00206A0D">
        <w:t xml:space="preserve">starého </w:t>
      </w:r>
      <w:r>
        <w:t>stavebního zákona</w:t>
      </w:r>
      <w:r w:rsidR="00206A0D">
        <w:t xml:space="preserve"> nebo § 6 odst. 1 nového stavebního zákona</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55B6D4E0" w:rsidR="002A1957" w:rsidRDefault="001C3945" w:rsidP="001C3945">
      <w:pPr>
        <w:pStyle w:val="Odrka1-1"/>
      </w:pPr>
      <w:r w:rsidRPr="00412F6F">
        <w:t xml:space="preserve">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ani o technické zhodnocení dle zákona o daních z příjmů.</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50FFB7AD"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264D6C">
        <w:t xml:space="preserve">č. </w:t>
      </w:r>
      <w:r w:rsidR="00264D6C" w:rsidRPr="005B6162">
        <w:t>586/1992 Sb.</w:t>
      </w:r>
      <w:r w:rsidR="00264D6C">
        <w:t xml:space="preserve">, </w:t>
      </w:r>
      <w:r>
        <w:t>o daních z</w:t>
      </w:r>
      <w:r w:rsidR="00264D6C">
        <w:t> </w:t>
      </w:r>
      <w:r>
        <w:t>příjmů</w:t>
      </w:r>
      <w:r w:rsidR="00264D6C">
        <w:t xml:space="preserve">, ve znění pozdějších předpisů </w:t>
      </w:r>
      <w:r w:rsidR="00264D6C" w:rsidRPr="000045F9">
        <w:t>(dále jen „</w:t>
      </w:r>
      <w:r w:rsidR="00264D6C" w:rsidRPr="00B10A81">
        <w:rPr>
          <w:bCs/>
        </w:rPr>
        <w:t>zákon o daních z příjmů</w:t>
      </w:r>
      <w:r w:rsidR="00264D6C">
        <w:t>“</w:t>
      </w:r>
      <w:r w:rsidR="00264D6C" w:rsidRPr="000045F9">
        <w:t>)</w:t>
      </w:r>
      <w:r>
        <w:t xml:space="preserve">. Zároveň </w:t>
      </w:r>
      <w:r>
        <w:lastRenderedPageBreak/>
        <w:t xml:space="preserve">se nejedná o změnu dokončené stavby ve smyslu </w:t>
      </w:r>
      <w:r w:rsidR="00206A0D">
        <w:t xml:space="preserve">starého </w:t>
      </w:r>
      <w:r>
        <w:t>stavebního zákona</w:t>
      </w:r>
      <w:r w:rsidR="00206A0D">
        <w:t xml:space="preserve"> nebo § 6 odst. 1 nového stavebního zákona</w:t>
      </w:r>
      <w:r>
        <w:t>.</w:t>
      </w:r>
    </w:p>
    <w:p w14:paraId="04399697" w14:textId="24CAD6E3" w:rsidR="002A1957" w:rsidRPr="00BE414F" w:rsidRDefault="002A1957" w:rsidP="002A1957">
      <w:pPr>
        <w:pStyle w:val="Odrka1-1"/>
      </w:pPr>
      <w:r>
        <w:t>Ú</w:t>
      </w:r>
      <w:r w:rsidRPr="00BE414F">
        <w:t xml:space="preserve">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BE414F">
        <w:t xml:space="preserve">stavebního zákona </w:t>
      </w:r>
      <w:r w:rsidR="00206A0D">
        <w:t>nebo § 6 odst. 1 nového stavebního zákona</w:t>
      </w:r>
      <w:r w:rsidR="00206A0D" w:rsidRPr="00BE414F">
        <w:t xml:space="preserve"> </w:t>
      </w:r>
      <w:r w:rsidRPr="00BE414F">
        <w:t>ani o technické zhodnocení dle zákona o daních z příjmů.</w:t>
      </w:r>
    </w:p>
    <w:p w14:paraId="795E2725" w14:textId="3C8FB6CD" w:rsidR="00CD2B30" w:rsidRDefault="00CD2B30" w:rsidP="00CD2B30">
      <w:pPr>
        <w:pStyle w:val="Textbezslovn"/>
      </w:pP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82065D">
        <w:t xml:space="preserve">posledních </w:t>
      </w:r>
      <w:r w:rsidRPr="0082065D">
        <w:t xml:space="preserve">5 let </w:t>
      </w:r>
      <w:r w:rsidR="0087311C" w:rsidRPr="0082065D">
        <w:t xml:space="preserve">před zahájením výběrového řízení </w:t>
      </w:r>
      <w:r w:rsidRPr="0082065D">
        <w:t xml:space="preserve">se </w:t>
      </w:r>
      <w:r w:rsidR="0087311C" w:rsidRPr="0082065D">
        <w:t xml:space="preserve">pro účely prokázání technické kvalifikace ohledně referenčních zakázek </w:t>
      </w:r>
      <w:r w:rsidRPr="0082065D">
        <w:t xml:space="preserve">považuje za splněnou, pokud byly stavební práce </w:t>
      </w:r>
      <w:r w:rsidR="0087311C" w:rsidRPr="0082065D">
        <w:t xml:space="preserve">dokončeny </w:t>
      </w:r>
      <w:r w:rsidRPr="0082065D">
        <w:t>v průběhu této doby</w:t>
      </w:r>
      <w:r w:rsidR="0087311C" w:rsidRPr="0082065D">
        <w:t xml:space="preserve"> nebo kdykoli po zahájení výběrového řízení, včetně doby po podání nabídek, a to nejpozději do doby zadavatelem případně stanovené k předložení údajů a dokladů dle bodu 16.3 této Výzvy. P</w:t>
      </w:r>
      <w:r w:rsidRPr="0082065D">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82065D">
        <w:t xml:space="preserve">pro účely prokázání technické kvalifikace v tomto výběrovém řízení </w:t>
      </w:r>
      <w:r w:rsidRPr="0082065D">
        <w:t xml:space="preserve">rozumí </w:t>
      </w:r>
      <w:r w:rsidR="000E15C8" w:rsidRPr="0082065D">
        <w:t xml:space="preserve">i </w:t>
      </w:r>
      <w:r w:rsidRPr="0082065D">
        <w:t>uvedení díla</w:t>
      </w:r>
      <w:r w:rsidR="000E15C8" w:rsidRPr="0082065D">
        <w:t>, resp. poslední části</w:t>
      </w:r>
      <w:r w:rsidR="00560665" w:rsidRPr="0082065D">
        <w:t xml:space="preserve"> stavební práce</w:t>
      </w:r>
      <w:r w:rsidR="000E15C8" w:rsidRPr="0082065D">
        <w:t>,</w:t>
      </w:r>
      <w:r w:rsidRPr="0082065D">
        <w:t xml:space="preserve"> alespoň do zkušebního provozu. Zadavatel nicméně za dílo dokončené v období posledních 5 let bude považovat též dílo, které v tomto období bylo dokončeno jako celek, tj. včetně plnění navazujících na zkušební provoz, např</w:t>
      </w:r>
      <w:r w:rsidRPr="00AF4A09">
        <w:t>.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lastRenderedPageBreak/>
        <w:t>Oba výše uvedené body se týkají jak celkové hodnoty referenčních zakázek, tak i jejich dílčích hodnot (v cenových i případně necenových jednotkách, jsou-li takové požadovány).</w:t>
      </w:r>
    </w:p>
    <w:p w14:paraId="50AA9643" w14:textId="5850E82C"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Toto ustanovení se použije obdobně i v případě, kdy dodavatel použil k prokázání kvalifikace referenční zakázky, které poskytl jako poddodavatel.</w:t>
      </w:r>
    </w:p>
    <w:p w14:paraId="3B537716" w14:textId="3862D004"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w:t>
      </w:r>
      <w:r w:rsidR="00691A44">
        <w:t>/konsorcium</w:t>
      </w:r>
      <w:r>
        <w: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39043786" w:rsidR="00AF4A09" w:rsidRDefault="00AF4A09" w:rsidP="005200DA">
      <w:pPr>
        <w:pStyle w:val="Textbezslovn"/>
        <w:spacing w:after="240"/>
      </w:pPr>
      <w:r>
        <w:t xml:space="preserve">Zadavatel požaduje předložení seznamu níže uvedených členů odborného personálu dodavatele (resp. personálu Zhotovitele). Pro každou osobu odborného personálu v níže </w:t>
      </w:r>
      <w:r w:rsidRPr="0082065D">
        <w:t>uvedené funkci, může být za účelem splnění kvalifikace doložena pouze jedna fyzická osoba</w:t>
      </w:r>
      <w:r w:rsidR="00221D06" w:rsidRPr="0082065D">
        <w:t>, která splní veškeré kvalifikační požadavky pro danou funkci</w:t>
      </w:r>
      <w:r w:rsidRPr="0082065D">
        <w:t>. Jednotlivé požadavky na kvalifikační kritéria u každé jednotlivé funkce tedy, nelze jakkoliv rozdělit mezi více fyzických osob, takže u téže funkce člena personálu nemůže být prokázáno splnění např. požadované</w:t>
      </w:r>
      <w:r w:rsidR="00F62556" w:rsidRPr="0082065D">
        <w:t xml:space="preserve"> praxe</w:t>
      </w:r>
      <w:r w:rsidRPr="0082065D">
        <w:t xml:space="preserve"> jednou osobou a pomocí jiné osoby odborná způsobilost. </w:t>
      </w:r>
      <w:r w:rsidR="000C3CD6" w:rsidRPr="0082065D">
        <w:t xml:space="preserve">I v případě, že bude kvalifikace jednotlivých členů odborného personálu </w:t>
      </w:r>
      <w:r w:rsidR="00A256E5" w:rsidRPr="0082065D">
        <w:t xml:space="preserve">v plném rozsahu </w:t>
      </w:r>
      <w:r w:rsidR="000C3CD6" w:rsidRPr="0082065D">
        <w:t>prokázána samostatně více fyzickými osobami, může být ve smlouvě uvedena, na</w:t>
      </w:r>
      <w:r w:rsidR="000C3CD6">
        <w:t xml:space="preserve">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stavbyvedoucího a </w:t>
      </w:r>
      <w:r w:rsidR="0082065D" w:rsidRPr="001D5A3F">
        <w:rPr>
          <w:b/>
        </w:rPr>
        <w:t xml:space="preserve">specialisty (vedoucí prací) na pozemní stavby </w:t>
      </w:r>
      <w:r w:rsidRPr="00AF4A09">
        <w:rPr>
          <w:b/>
        </w:rPr>
        <w:t>však nelze takto sloučit, tyto funkce musí zastávat vždy odlišné fyzické osoby.</w:t>
      </w:r>
    </w:p>
    <w:p w14:paraId="044069D6" w14:textId="132ED064" w:rsidR="0035531B" w:rsidRPr="005200DA" w:rsidRDefault="0035531B" w:rsidP="005200DA">
      <w:pPr>
        <w:pStyle w:val="Odstavec1-1a"/>
        <w:numPr>
          <w:ilvl w:val="0"/>
          <w:numId w:val="24"/>
        </w:numPr>
        <w:rPr>
          <w:rStyle w:val="Tun9b"/>
        </w:rPr>
      </w:pPr>
      <w:r w:rsidRPr="005200DA">
        <w:rPr>
          <w:rStyle w:val="Tun9b"/>
        </w:rPr>
        <w:t>stavbyvedoucí</w:t>
      </w:r>
    </w:p>
    <w:p w14:paraId="5D013D3E" w14:textId="77777777" w:rsidR="0035531B" w:rsidRPr="005200DA" w:rsidRDefault="0035531B" w:rsidP="00930B79">
      <w:pPr>
        <w:pStyle w:val="Odrka1-2-"/>
      </w:pPr>
      <w:r w:rsidRPr="005200DA">
        <w:t>nejméně 5 let praxe</w:t>
      </w:r>
      <w:r w:rsidR="00092CC9" w:rsidRPr="005200DA">
        <w:t xml:space="preserve"> v </w:t>
      </w:r>
      <w:r w:rsidRPr="005200DA">
        <w:t xml:space="preserve">řízení provádění staveb železničních drah; </w:t>
      </w:r>
    </w:p>
    <w:p w14:paraId="13976A36" w14:textId="6A7285FF" w:rsidR="0035531B" w:rsidRPr="005200DA" w:rsidRDefault="005200DA" w:rsidP="00AF4A09">
      <w:pPr>
        <w:pStyle w:val="Odrka1-2-"/>
      </w:pPr>
      <w:r w:rsidRPr="005200DA">
        <w:t>musí předložit doklad o autorizaci v rozsahu dle § 5 odst. 3 písm. a) autorizačního zákona, tedy v oboru pozemní stavby.</w:t>
      </w:r>
    </w:p>
    <w:p w14:paraId="4D0633CC" w14:textId="77777777" w:rsidR="0035531B" w:rsidRPr="005200DA" w:rsidRDefault="0035531B" w:rsidP="00930B79">
      <w:pPr>
        <w:pStyle w:val="Odstavec1-1a"/>
        <w:rPr>
          <w:rStyle w:val="Tun9b"/>
        </w:rPr>
      </w:pPr>
      <w:r w:rsidRPr="005200DA">
        <w:rPr>
          <w:rStyle w:val="Tun9b"/>
        </w:rPr>
        <w:lastRenderedPageBreak/>
        <w:t>zástupce stavbyvedoucího</w:t>
      </w:r>
    </w:p>
    <w:p w14:paraId="55D505C6" w14:textId="51156AD1" w:rsidR="005200DA" w:rsidRPr="005200DA" w:rsidRDefault="005200DA" w:rsidP="005200DA">
      <w:pPr>
        <w:pStyle w:val="Odrka1-2-"/>
      </w:pPr>
      <w:r w:rsidRPr="005200DA">
        <w:t>minimálně středoškolské vzdělání technického směru;</w:t>
      </w:r>
    </w:p>
    <w:p w14:paraId="594E401C" w14:textId="28F230C6" w:rsidR="005200DA" w:rsidRPr="005200DA" w:rsidRDefault="005200DA" w:rsidP="005200DA">
      <w:pPr>
        <w:pStyle w:val="Odrka1-2-"/>
        <w:rPr>
          <w:rStyle w:val="Tun9b"/>
        </w:rPr>
      </w:pPr>
      <w:r w:rsidRPr="005200DA">
        <w:t>nejméně 5 let praxe v oboru své specializace (pozemní stavby) při provádění staveb</w:t>
      </w:r>
      <w:r w:rsidR="002F038F">
        <w:t>.</w:t>
      </w:r>
      <w:r w:rsidRPr="005200DA">
        <w:rPr>
          <w:rStyle w:val="Tun9b"/>
        </w:rPr>
        <w:t xml:space="preserve"> </w:t>
      </w:r>
    </w:p>
    <w:p w14:paraId="2FB873C5" w14:textId="1AE22A56" w:rsidR="0035531B" w:rsidRDefault="0035531B" w:rsidP="005200DA">
      <w:pPr>
        <w:pStyle w:val="Odrka1-2-"/>
        <w:numPr>
          <w:ilvl w:val="0"/>
          <w:numId w:val="0"/>
        </w:numPr>
        <w:ind w:left="1531"/>
        <w:rPr>
          <w:highlight w:val="green"/>
        </w:rPr>
      </w:pPr>
    </w:p>
    <w:p w14:paraId="5F484806" w14:textId="4CD4DD7B"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w:t>
      </w:r>
      <w:r w:rsidR="001E0DC3">
        <w:t xml:space="preserve">(nikoli však v pozici na straně objednatele) </w:t>
      </w:r>
      <w:r>
        <w:t>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DA22286" w14:textId="50136B0F" w:rsidR="0027726D" w:rsidRDefault="0027726D" w:rsidP="008B2021">
      <w:pPr>
        <w:pStyle w:val="Textbezslovn"/>
      </w:pPr>
      <w:r w:rsidRPr="008D51F1">
        <w:t xml:space="preserve">Stavbyvedoucím se pro účely </w:t>
      </w:r>
      <w:r>
        <w:t xml:space="preserve">prokazování technické kvalifikace </w:t>
      </w:r>
      <w:r w:rsidRPr="008D51F1">
        <w:t>rozumí fyzická osoba oprávněná podle autorizačního zákona k odbornému vedení provádění nebo odstraňování stavby, která řídí realizaci stavby jako celku, přičemž provádí zejména činnosti uvedené v § 164 zákona č. 283/2021 Sb. stavebního zákona, ve znění pozdějších předpisů</w:t>
      </w:r>
      <w:r>
        <w:t xml:space="preserve">, nebo dle předchozí právní úpravy prováděla zejména činnosti uvedené v § 153 </w:t>
      </w:r>
      <w:r w:rsidRPr="005E2CE3">
        <w:t>zákona č. 183/2006 Sb., o územním plánování a stavebním řádu (stavební zákon), ve znění pozdějších předpisů</w:t>
      </w:r>
      <w:r w:rsidRPr="008D51F1">
        <w:t>. Pro účely naplnění definic</w:t>
      </w:r>
      <w:r>
        <w:t>e</w:t>
      </w:r>
      <w:r w:rsidRPr="008D51F1">
        <w:t xml:space="preserve"> stavbyvedoucího není rozhodující, jaký je či byl název pozice fyzické osoby dle smlouvy o dílo či jiného dokumentu, ale skutečná věcná náplň a rozsah prováděných činností na stavbě</w:t>
      </w:r>
      <w:r>
        <w:t>.</w:t>
      </w:r>
    </w:p>
    <w:p w14:paraId="73000430" w14:textId="22CF1695"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r w:rsidR="00FD566B">
        <w:t>s řízením</w:t>
      </w:r>
      <w:r>
        <w:t xml:space="preserve">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2A4ADFD3" w:rsidR="008B70C7" w:rsidRDefault="008B70C7" w:rsidP="008B2021">
      <w:pPr>
        <w:pStyle w:val="Textbezslovn"/>
      </w:pPr>
      <w:r w:rsidRPr="008B70C7">
        <w:t>Seznam odborného personálu dodavatele zadavatel doporučuje předložit ve formě dle vzorového formuláře obsaženého v Příloze č. 5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V dokumentech předložených dodavatelem k prokázání technické kvalifikace dle čl. 8.5 této Výzvy musí být uvedeny veškeré informace nezbytné k posouzení splnění kvalifikace, a to v rozsahu údajů stanovených v Příloze č. 5 této Výzvy.</w:t>
      </w:r>
    </w:p>
    <w:p w14:paraId="0D83E44F" w14:textId="3D600376" w:rsidR="008B70C7" w:rsidRDefault="008B70C7" w:rsidP="008B70C7">
      <w:pPr>
        <w:pStyle w:val="Textbezslovn"/>
      </w:pPr>
      <w:r>
        <w:lastRenderedPageBreak/>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28499822"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7FEC97E0" w:rsidR="0035531B" w:rsidRPr="00911FF1" w:rsidRDefault="00911FF1" w:rsidP="0035531B">
      <w:pPr>
        <w:pStyle w:val="Text1-1"/>
        <w:rPr>
          <w:rStyle w:val="Tun9b"/>
          <w:b w:val="0"/>
          <w:bCs/>
        </w:rPr>
      </w:pPr>
      <w:r w:rsidRPr="00911FF1">
        <w:rPr>
          <w:rStyle w:val="Tun9b"/>
          <w:b w:val="0"/>
          <w:bCs/>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4CD074CB" w:rsidR="00F62556" w:rsidRDefault="00F62556" w:rsidP="00F62556">
      <w:pPr>
        <w:pStyle w:val="Odrka1-1"/>
      </w:pPr>
      <w:r>
        <w:t>základní způsobilost podle čl. 8.2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2A063308"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 xml:space="preserve">Dodavatel musí poddodavatele nahradit nejpozději do konce zadavatelem stanovené přiměřené lhůty. Tuto lhůtu může zadavatel prodloužit nebo prominout její zmeškání. </w:t>
      </w:r>
      <w:r>
        <w:lastRenderedPageBreak/>
        <w:t>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 xml:space="preserve">čestné prohlášení, jehož součástí bude rovněž i prohlášení, že jsou dle právního řádu této země oprávněné k výkonu v zadávací dokumentaci požadovaných odborných způsobilostí. Za všechny tyto osoby bude vybraný dodavatel </w:t>
      </w:r>
      <w:r>
        <w:lastRenderedPageBreak/>
        <w:t>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20F6D743"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r w:rsidR="00D40212">
        <w:t>, případně i osoby, které poskytnou vě</w:t>
      </w:r>
      <w:r w:rsidR="00D40212" w:rsidRPr="00A82AE5">
        <w:t>c</w:t>
      </w:r>
      <w:r w:rsidR="00D40212">
        <w:t>i</w:t>
      </w:r>
      <w:r w:rsidR="00D40212" w:rsidRPr="00A82AE5">
        <w:t xml:space="preserve"> nebo práv</w:t>
      </w:r>
      <w:r w:rsidR="00D40212">
        <w:t>a</w:t>
      </w:r>
      <w:r w:rsidR="00D40212" w:rsidRPr="00A82AE5">
        <w:t>, s nimiž bude dodavatel oprávněn disponovat při plnění veřejné zakázky</w:t>
      </w:r>
      <w:r w:rsidR="00090767">
        <w:t>.</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lastRenderedPageBreak/>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6500E68" w14:textId="1D419BDD" w:rsidR="00F956DC" w:rsidRDefault="00F956DC" w:rsidP="0006499F">
      <w:pPr>
        <w:pStyle w:val="Odrka1-2-"/>
      </w:pPr>
      <w:r>
        <w:t>Má se za to, že p</w:t>
      </w:r>
      <w:r w:rsidR="0035531B">
        <w:t xml:space="preserve">ožadavek ohledně </w:t>
      </w:r>
      <w:r w:rsidR="00074F3B">
        <w:t xml:space="preserve">předložení smlouvy nebo potvrzení o její existenci, jejímž obsahem je závazek </w:t>
      </w:r>
      <w:r w:rsidR="0035531B">
        <w:t>jiné osoby</w:t>
      </w:r>
      <w:r w:rsidR="00074F3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rsidR="0035531B">
        <w:t xml:space="preserve">. </w:t>
      </w:r>
      <w:r w:rsidR="00FA1F4A">
        <w:t>To však neplatí, pokud smlouva nebo potvrzení o její existenci musí splňovat požadavky podle následující odrážky.</w:t>
      </w:r>
    </w:p>
    <w:p w14:paraId="1377BC3A" w14:textId="4E9DC9B5"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5CA3D3A6" w:rsidR="00DC3174" w:rsidRPr="00DC3174" w:rsidRDefault="00DC3174" w:rsidP="00DC3174">
      <w:pPr>
        <w:pStyle w:val="Text1-1"/>
        <w:rPr>
          <w:b/>
        </w:rPr>
      </w:pPr>
      <w:r w:rsidRPr="00DC3174">
        <w:rPr>
          <w:rStyle w:val="Tun9b"/>
        </w:rPr>
        <w:t>Změny</w:t>
      </w:r>
      <w:r w:rsidRPr="00DC3174">
        <w:rPr>
          <w:b/>
        </w:rPr>
        <w:t xml:space="preserve"> v </w:t>
      </w:r>
      <w:r w:rsidR="00F956DC" w:rsidRPr="00DC3174">
        <w:rPr>
          <w:b/>
        </w:rPr>
        <w:t xml:space="preserve">kvalifikaci </w:t>
      </w:r>
      <w:r w:rsidR="00F956DC" w:rsidRPr="003F121F">
        <w:rPr>
          <w:b/>
        </w:rPr>
        <w:t>účastníka</w:t>
      </w:r>
      <w:r w:rsidR="003F121F">
        <w:rPr>
          <w:b/>
        </w:rPr>
        <w:t xml:space="preserve">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200099367"/>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lastRenderedPageBreak/>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6DE7F92C"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w:t>
      </w:r>
      <w:r w:rsidRPr="00AA257A">
        <w:lastRenderedPageBreak/>
        <w:t>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0F211AD4"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r w:rsidR="005E57B3" w:rsidRPr="00AA257A">
        <w:rPr>
          <w:rStyle w:val="Tun9b"/>
          <w:b w:val="0"/>
        </w:rPr>
        <w:t>doručená,</w:t>
      </w:r>
      <w:r w:rsidRPr="00AA257A">
        <w:rPr>
          <w:rStyle w:val="Tun9b"/>
          <w:b w:val="0"/>
        </w:rPr>
        <w:t xml:space="preserve"> resp. odeslaná okamžikem doručení, resp. odeslání tomuto společníkovi</w:t>
      </w:r>
      <w:r w:rsidR="0035531B" w:rsidRPr="00AA257A">
        <w:rPr>
          <w:b/>
        </w:rPr>
        <w:t>.</w:t>
      </w:r>
    </w:p>
    <w:p w14:paraId="65E1A037" w14:textId="4ADD17B0" w:rsidR="0035531B" w:rsidRDefault="0035531B" w:rsidP="00D679B8">
      <w:pPr>
        <w:pStyle w:val="Text1-1"/>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 xml:space="preserve">údaje o poddodavatelích, které jsou uvedeny v tabulce této přílohy. Jedná se o identifikaci poddodavatele (obchodní firma, sídlo a IČO), věcný rozsah </w:t>
      </w:r>
      <w:r>
        <w:lastRenderedPageBreak/>
        <w:t>poddodávky (nejlépe uvést konkrétní čísla SO a PS, které bude poddodavatel realizovat</w:t>
      </w:r>
      <w:r w:rsidR="00D25D67">
        <w:t>, příp. jejich položky</w:t>
      </w:r>
      <w:r>
        <w:t>) a hodnota poddodávky v % z celkové ceny díla</w:t>
      </w:r>
      <w:r w:rsidR="00E64245">
        <w:t>.</w:t>
      </w:r>
    </w:p>
    <w:p w14:paraId="030BC196" w14:textId="2E784A74" w:rsidR="0035531B" w:rsidRDefault="00616090" w:rsidP="00616090">
      <w:pPr>
        <w:pStyle w:val="Odrka1-1"/>
      </w:pPr>
      <w:r w:rsidRPr="00616090">
        <w:t xml:space="preserve">V případě nabídky podávané </w:t>
      </w:r>
      <w:r w:rsidR="00D23994" w:rsidRPr="00616090">
        <w:t>fyzickou,</w:t>
      </w:r>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200099368"/>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200099369"/>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61EFA6F5"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w:t>
      </w:r>
      <w:bookmarkStart w:id="15" w:name="_Hlk191392392"/>
      <w:r w:rsidR="00AB242F">
        <w:t>Zadavatel může povinnost předložit překlad prominout i u jiných dokladů.</w:t>
      </w:r>
      <w:bookmarkEnd w:id="15"/>
      <w:r w:rsidR="00AB242F">
        <w:t xml:space="preserve"> </w:t>
      </w:r>
      <w:r w:rsidRPr="00FD2EA2">
        <w:t xml:space="preserve">Bude-li mít zadavatel pochybnosti o správnosti překladu, může si vyžádat předložení úředně ověřeného překladu dokladu do českého jazyka tlumočníkem zapsaným do seznamu </w:t>
      </w:r>
      <w:r w:rsidR="007B25A2">
        <w:t xml:space="preserve">soudních </w:t>
      </w:r>
      <w:r w:rsidRPr="00FD2EA2">
        <w:t>tlumočníků</w:t>
      </w:r>
      <w:r w:rsidR="00215A2B">
        <w:t xml:space="preserve"> a soudních překladatelů </w:t>
      </w:r>
      <w:r w:rsidR="00215A2B" w:rsidRPr="00272593">
        <w:t xml:space="preserve">podle zákona č. </w:t>
      </w:r>
      <w:r w:rsidR="00215A2B">
        <w:t xml:space="preserve">354/2019 </w:t>
      </w:r>
      <w:r w:rsidR="00215A2B" w:rsidRPr="00272593">
        <w:t xml:space="preserve">Sb., </w:t>
      </w:r>
      <w:r w:rsidR="00215A2B">
        <w:t>o soudních tlumočnících a soudních překladatelích</w:t>
      </w:r>
      <w:r w:rsidR="00215A2B" w:rsidRPr="00272593">
        <w:t>, ve znění pozdějších předpisů</w:t>
      </w:r>
      <w:r w:rsidRPr="00FD2EA2">
        <w:t xml:space="preserve">.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6" w:name="_Toc200099370"/>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CE505A">
        <w:rPr>
          <w:rFonts w:cs="Arial"/>
          <w:b/>
        </w:rPr>
        <w:t>Nabídky lze podat v termínu, který je uveden na profilu zadavatele:</w:t>
      </w:r>
      <w:r w:rsidRPr="00CE505A">
        <w:rPr>
          <w:rFonts w:cs="Arial"/>
        </w:rPr>
        <w:t xml:space="preserve"> </w:t>
      </w:r>
      <w:hyperlink r:id="rId20" w:history="1">
        <w:r w:rsidRPr="00CE505A">
          <w:rPr>
            <w:rStyle w:val="Hypertextovodkaz"/>
            <w:rFonts w:cs="Arial"/>
            <w:b/>
            <w:bCs/>
            <w:lang w:eastAsia="cs-CZ"/>
          </w:rPr>
          <w:t>https://zakazky.spravazeleznic.cz/</w:t>
        </w:r>
      </w:hyperlink>
      <w:r w:rsidRPr="00CE505A">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1E8C5047" w:rsidR="0035531B" w:rsidRDefault="003F78E7" w:rsidP="007C2BEC">
      <w:pPr>
        <w:pStyle w:val="Text1-1"/>
      </w:pPr>
      <w:r w:rsidRPr="007C2BEC">
        <w:lastRenderedPageBreak/>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5E57B3">
        <w:t>50</w:t>
      </w:r>
      <w:r w:rsidR="005E57B3" w:rsidRPr="003F78E7">
        <w:t xml:space="preserve"> MB</w:t>
      </w:r>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558A3E93" w:rsidR="00695DAA" w:rsidRDefault="00695DAA" w:rsidP="00695DAA">
      <w:pPr>
        <w:pStyle w:val="Odrka1-1"/>
      </w:pPr>
      <w:r>
        <w:t xml:space="preserve">Informace o společnosti dodavatelů ve formě formuláře obsaženého v Příloze č. </w:t>
      </w:r>
      <w:r w:rsidR="0066235E">
        <w:t>3 této</w:t>
      </w:r>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69B794A0"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příloze č. 4 této Výzvy včetně osvědčení objednatelů</w:t>
      </w:r>
      <w:r w:rsidR="00FC0E70">
        <w:t xml:space="preserve"> stavebních prací</w:t>
      </w:r>
      <w:r>
        <w:t xml:space="preserve">, seznam </w:t>
      </w:r>
      <w:r w:rsidR="00196E81">
        <w:t xml:space="preserve">odborného </w:t>
      </w:r>
      <w:r>
        <w:t>personálu dodavatele ve formě formuláře obsaženého příloze č. 5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lastRenderedPageBreak/>
        <w:t>Další dokumenty, dle uvážení dodavatele, na které nebyl prostor v předcházejících částech nabídky.</w:t>
      </w:r>
    </w:p>
    <w:p w14:paraId="74F3B634" w14:textId="62BEF03C" w:rsidR="0035531B" w:rsidRDefault="00695DAA" w:rsidP="00695DAA">
      <w:pPr>
        <w:pStyle w:val="Odrka1-1"/>
      </w:pPr>
      <w:r>
        <w:t xml:space="preserve">Oceněný Soupis prací </w:t>
      </w:r>
      <w:r w:rsidR="00BB0379">
        <w:t>obsažený</w:t>
      </w:r>
      <w:r>
        <w:t xml:space="preserve"> v Dílu 4 zadávací dokumentace</w:t>
      </w:r>
      <w:r w:rsidR="000F1680">
        <w:t>.</w:t>
      </w:r>
    </w:p>
    <w:p w14:paraId="44A1EE1D" w14:textId="7F99A1D7" w:rsidR="0035531B" w:rsidRDefault="00695DAA" w:rsidP="00695DAA">
      <w:pPr>
        <w:pStyle w:val="Text1-1"/>
      </w:pPr>
      <w:r w:rsidRPr="00695DAA">
        <w:t xml:space="preserve">Nabídky podané po uplynutí lhůty pro podání nabídky nebo podané </w:t>
      </w:r>
      <w:r w:rsidR="005E57B3" w:rsidRPr="00695DAA">
        <w:t>jiným</w:t>
      </w:r>
      <w:r w:rsidRPr="00695DAA">
        <w:t xml:space="preserve"> než výše uvedeným způsobem, nebudou otevřeny a v průběhu výběrového řízení se k nim nepřihlíží</w:t>
      </w:r>
      <w:r w:rsidR="0035531B">
        <w:t xml:space="preserve">. </w:t>
      </w:r>
    </w:p>
    <w:p w14:paraId="1338A6E1" w14:textId="41E4FC24"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w:t>
      </w:r>
      <w:r w:rsidR="00633ACF">
        <w:t xml:space="preserve">, jakož i na grafickou podobu formulářů obsažených v přílohách </w:t>
      </w:r>
      <w:r w:rsidR="00633ACF" w:rsidRPr="00695DAA">
        <w:t xml:space="preserve">této </w:t>
      </w:r>
      <w:r w:rsidR="009D0C9E">
        <w:t>Výzvy</w:t>
      </w:r>
      <w:r w:rsidR="00CC7F85">
        <w:t xml:space="preserve">, </w:t>
      </w:r>
      <w:r w:rsidR="00CC7F85" w:rsidRPr="00695DAA">
        <w:t>mají</w:t>
      </w:r>
      <w:r w:rsidRPr="00695DAA">
        <w:t xml:space="preserve"> doporučující charakter. Případné nedodržení uvedených formálních požadavků na členění nabídky</w:t>
      </w:r>
      <w:r w:rsidR="00CC7F85">
        <w:t xml:space="preserve">, případně doložení formulářů v jiné než předepsané grafické podobě, avšak obsahující všechny požadované údaje, </w:t>
      </w:r>
      <w:r w:rsidRPr="00695DAA">
        <w:t>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200099371"/>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w:t>
      </w:r>
      <w:r w:rsidRPr="004C086E">
        <w:lastRenderedPageBreak/>
        <w:t>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74AFB851" w:rsidR="0035531B" w:rsidRDefault="004C086E" w:rsidP="004C086E">
      <w:pPr>
        <w:pStyle w:val="Text1-1"/>
      </w:pPr>
      <w:r w:rsidRPr="004C086E">
        <w:t>Nabídková cena bude v návrhu Smlouvy o dílo uvedena v Kč bez DPH. Nabídková cena bude zaokrouhlená na dvě desetinná místa.</w:t>
      </w:r>
      <w:r w:rsidR="00D302E5" w:rsidRPr="008645EE">
        <w:t xml:space="preserve"> </w:t>
      </w:r>
    </w:p>
    <w:p w14:paraId="5D41F7D3" w14:textId="77777777" w:rsidR="0035531B" w:rsidRDefault="0035531B" w:rsidP="004C086E">
      <w:pPr>
        <w:pStyle w:val="Nadpis1-1"/>
      </w:pPr>
      <w:bookmarkStart w:id="18" w:name="_Toc200099372"/>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06E428EC"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35531B">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200099373"/>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200099374"/>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xml:space="preserve">. Pro účely zajištění řádného průběhu výběrového řízení je </w:t>
      </w:r>
      <w:r w:rsidRPr="004C086E">
        <w:lastRenderedPageBreak/>
        <w:t>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lastRenderedPageBreak/>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1" w:name="_Toc200099375"/>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200099376"/>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2EE9E2E3"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3" w:name="_Toc200099377"/>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0738006F"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0B4810">
        <w:t xml:space="preserve">uvedené v článku 19.3, resp. v článku 19.4 </w:t>
      </w:r>
      <w:r w:rsidR="005909AC" w:rsidRPr="000B4810">
        <w:t xml:space="preserve">až </w:t>
      </w:r>
      <w:r w:rsidR="007A2277" w:rsidRPr="000B4810">
        <w:t>19.9</w:t>
      </w:r>
      <w:r w:rsidR="005909AC" w:rsidRPr="000B4810">
        <w:t xml:space="preserve"> </w:t>
      </w:r>
      <w:r w:rsidRPr="000B4810">
        <w:t>Výzvy</w:t>
      </w:r>
      <w:r w:rsidR="002952C6" w:rsidRPr="000B4810">
        <w:t>, dopadají-li na vybraného dodavatele.</w:t>
      </w:r>
      <w:r w:rsidR="000B4810" w:rsidRPr="000B4810">
        <w:t xml:space="preserve"> </w:t>
      </w:r>
      <w:r w:rsidRPr="000B4810">
        <w:t>Zadavatel vyzve vybraného dodavatele k poskytnutí součinnosti před uzavřením smlouvy ještě před oznámením</w:t>
      </w:r>
      <w:r w:rsidRPr="007B3D4D">
        <w:t xml:space="preserve"> rozhodnutí o výběru (zadavatel za vybraného dodavatele považuje dodavatele, jehož nabídka byla vyhodnocena jako </w:t>
      </w:r>
      <w:r w:rsidR="00BB60D0">
        <w:t xml:space="preserve">ekonomicky </w:t>
      </w:r>
      <w:r w:rsidRPr="007B3D4D">
        <w:t>nejv</w:t>
      </w:r>
      <w:r w:rsidR="00BB60D0">
        <w:t>ý</w:t>
      </w:r>
      <w:r w:rsidRPr="007B3D4D">
        <w:t>hodnější, a to bez ohledu na to, zda byl výběr formálně oznámen či nikoli). Zadavatel po poskytnutí výše uvedené součinnosti oznámí výběr nejv</w:t>
      </w:r>
      <w:r w:rsidR="00BB60D0">
        <w:t>ý</w:t>
      </w:r>
      <w:r w:rsidRPr="007B3D4D">
        <w:t xml:space="preserve">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4F8DF241"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0B4810">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lastRenderedPageBreak/>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8D0545D"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r w:rsidR="0015525A">
        <w:t>, zákaz zadání veřejné zakázky</w:t>
      </w:r>
      <w:r>
        <w:t>).</w:t>
      </w:r>
    </w:p>
    <w:p w14:paraId="44E90414" w14:textId="139377F0"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w:t>
      </w:r>
      <w:r w:rsidRPr="000B4810">
        <w:t>dle čl. 8.10 Výzvy</w:t>
      </w:r>
      <w:r>
        <w:t xml:space="preserve"> ve vztahu k této jiné osobě.</w:t>
      </w:r>
    </w:p>
    <w:p w14:paraId="1350EBB6" w14:textId="77777777" w:rsidR="0035531B" w:rsidRDefault="0035531B" w:rsidP="00B77C6D">
      <w:pPr>
        <w:pStyle w:val="Nadpis1-1"/>
      </w:pPr>
      <w:bookmarkStart w:id="25" w:name="_Toc200099378"/>
      <w:r>
        <w:t>OCHRANA INFORMACÍ</w:t>
      </w:r>
      <w:bookmarkEnd w:id="25"/>
    </w:p>
    <w:p w14:paraId="226F6F4C" w14:textId="6519B585"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w:t>
      </w:r>
      <w:r w:rsidR="00131D92">
        <w:t xml:space="preserve">Zadavatel si vyhrazuje právo požadovat, aby účastník zadávacího řízení odůvodnil a případně doložil splnění všech zákonných </w:t>
      </w:r>
      <w:r w:rsidR="00131D92">
        <w:lastRenderedPageBreak/>
        <w:t xml:space="preserve">znaků obchodního tajemství ve vztahu k takto označeným údajům, sdělením a dokladům. </w:t>
      </w:r>
      <w:r w:rsidRPr="00484026">
        <w:t>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A80861">
      <w:pPr>
        <w:pStyle w:val="Nadpis1-1"/>
      </w:pPr>
      <w:bookmarkStart w:id="26" w:name="_Toc59538672"/>
      <w:bookmarkStart w:id="27" w:name="_Toc200099379"/>
      <w:r>
        <w:t>SOCIÁLNĚ A ENVIRO</w:t>
      </w:r>
      <w:r w:rsidR="007F1CE2">
        <w:t>N</w:t>
      </w:r>
      <w:r>
        <w:t>MENTÁLNĚ ODPOVĚDNÉ ZADÁVÁNÍ, INOVACE</w:t>
      </w:r>
      <w:bookmarkEnd w:id="26"/>
      <w:bookmarkEnd w:id="27"/>
    </w:p>
    <w:p w14:paraId="013FB39A" w14:textId="3EF38771"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r w:rsidR="008A397B">
        <w:t xml:space="preserve">, </w:t>
      </w:r>
      <w:bookmarkStart w:id="28" w:name="_Hlk191392566"/>
      <w:r w:rsidR="008A397B">
        <w:t>ve znění pozdějších předpisů</w:t>
      </w:r>
      <w:bookmarkEnd w:id="28"/>
      <w:r>
        <w:t>.</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49F0953E" w14:textId="796A1C21"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D512D7">
        <w:t>článku 4.9 závazného</w:t>
      </w:r>
      <w:r>
        <w:t xml:space="preserve"> vzoru smlouvy, který je dílem 2 zadávací dokumentace.</w:t>
      </w:r>
    </w:p>
    <w:p w14:paraId="1AD277E7" w14:textId="5D6329A1" w:rsidR="00261024" w:rsidRDefault="00261024" w:rsidP="00563504">
      <w:pPr>
        <w:pStyle w:val="Nadpis1-1"/>
      </w:pPr>
      <w:bookmarkStart w:id="29" w:name="_Toc200099380"/>
      <w:bookmarkStart w:id="30" w:name="_Toc106284728"/>
      <w:bookmarkStart w:id="31" w:name="_Toc103932243"/>
      <w:bookmarkStart w:id="32" w:name="_Toc103683200"/>
      <w:bookmarkStart w:id="33" w:name="_Toc102380477"/>
      <w:bookmarkStart w:id="34" w:name="_Toc106631155"/>
      <w:r>
        <w:t xml:space="preserve">Další zadávací podmínky v návaznosti na </w:t>
      </w:r>
      <w:r w:rsidR="000D0AE7">
        <w:t xml:space="preserve">MEZINÁRODNÍ </w:t>
      </w:r>
      <w:r>
        <w:t>sankce</w:t>
      </w:r>
      <w:r w:rsidR="004D6AEB">
        <w:t>, zákaz zadání veřejné zakázky</w:t>
      </w:r>
      <w:bookmarkEnd w:id="29"/>
      <w:r>
        <w:t xml:space="preserve"> </w:t>
      </w:r>
      <w:bookmarkEnd w:id="30"/>
      <w:bookmarkEnd w:id="31"/>
      <w:bookmarkEnd w:id="32"/>
      <w:bookmarkEnd w:id="33"/>
      <w:bookmarkEnd w:id="34"/>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w:t>
      </w:r>
      <w:r w:rsidRPr="00C45BDD">
        <w:lastRenderedPageBreak/>
        <w:t xml:space="preserve">Pokud nedojde k nahrazení poddodavatele, platí, že se na účastníka </w:t>
      </w:r>
      <w:r>
        <w:t>výběrového</w:t>
      </w:r>
      <w:r w:rsidRPr="00C45BDD">
        <w:t xml:space="preserve"> vztahuje zákaz zadání veřejné zakázky.</w:t>
      </w:r>
    </w:p>
    <w:p w14:paraId="68349970" w14:textId="7563AEF7"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w:t>
      </w:r>
      <w:r w:rsidR="00CE41AD">
        <w:t xml:space="preserve">, které </w:t>
      </w:r>
      <w:r w:rsidR="00CE41AD" w:rsidRPr="00807597">
        <w:t xml:space="preserve">spadají do oblasti působnosti </w:t>
      </w:r>
      <w:r w:rsidR="00CE41AD">
        <w:t>právních předpisů nebo jiných aktů uvedených v článku 5k Nařízení č. 833/2014</w:t>
      </w:r>
      <w:r w:rsidRPr="00807597">
        <w:t xml:space="preserve">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lastRenderedPageBreak/>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5" w:name="_Toc200099381"/>
      <w:r>
        <w:t xml:space="preserve">PŘÍLOHY </w:t>
      </w:r>
      <w:r w:rsidR="001472A9">
        <w:t>TÉTO VÝZVY</w:t>
      </w:r>
      <w:bookmarkEnd w:id="35"/>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385ED23A" w:rsidR="0035531B" w:rsidRDefault="0035531B" w:rsidP="00564DDD">
      <w:pPr>
        <w:pStyle w:val="Textbezslovn"/>
        <w:tabs>
          <w:tab w:val="left" w:pos="2127"/>
        </w:tabs>
        <w:spacing w:after="0"/>
        <w:ind w:left="2127" w:hanging="1390"/>
      </w:pPr>
      <w:r>
        <w:t>Příloha č. 6</w:t>
      </w:r>
      <w:r>
        <w:tab/>
      </w:r>
      <w:r w:rsidR="00563504">
        <w:t>Neobsazeno</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3504">
      <w:pPr>
        <w:pStyle w:val="Textbezslovn"/>
        <w:tabs>
          <w:tab w:val="left" w:pos="2127"/>
        </w:tabs>
        <w:spacing w:after="0"/>
        <w:ind w:left="2127" w:hanging="1390"/>
        <w:jc w:val="left"/>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797730F9" w14:textId="77777777" w:rsidR="00563504" w:rsidRDefault="00563504" w:rsidP="00B36181">
      <w:pPr>
        <w:pStyle w:val="Textbezslovn"/>
        <w:spacing w:after="0"/>
      </w:pPr>
    </w:p>
    <w:p w14:paraId="20914DBC" w14:textId="77777777" w:rsidR="00563504" w:rsidRDefault="00563504" w:rsidP="00B36181">
      <w:pPr>
        <w:pStyle w:val="Textbezslovn"/>
        <w:spacing w:after="0"/>
      </w:pPr>
    </w:p>
    <w:p w14:paraId="561FE92F" w14:textId="77777777" w:rsidR="00563504" w:rsidRDefault="00563504" w:rsidP="00B36181">
      <w:pPr>
        <w:pStyle w:val="Textbezslovn"/>
        <w:spacing w:after="0"/>
      </w:pPr>
    </w:p>
    <w:p w14:paraId="6E374665" w14:textId="77777777" w:rsidR="00563504" w:rsidRDefault="00563504" w:rsidP="00B36181">
      <w:pPr>
        <w:pStyle w:val="Textbezslovn"/>
        <w:spacing w:after="0"/>
      </w:pPr>
    </w:p>
    <w:p w14:paraId="3F7642A1" w14:textId="77777777" w:rsidR="00563504" w:rsidRDefault="00563504" w:rsidP="00B36181">
      <w:pPr>
        <w:pStyle w:val="Textbezslovn"/>
        <w:spacing w:after="0"/>
      </w:pPr>
    </w:p>
    <w:p w14:paraId="52274F7E" w14:textId="77777777" w:rsidR="00563504" w:rsidRDefault="00563504" w:rsidP="00B36181">
      <w:pPr>
        <w:pStyle w:val="Textbezslovn"/>
        <w:spacing w:after="0"/>
      </w:pPr>
    </w:p>
    <w:p w14:paraId="246C19E3" w14:textId="77777777" w:rsidR="00563504" w:rsidRDefault="00563504" w:rsidP="00B36181">
      <w:pPr>
        <w:pStyle w:val="Textbezslovn"/>
        <w:spacing w:after="0"/>
      </w:pPr>
    </w:p>
    <w:p w14:paraId="6229E78A" w14:textId="77777777" w:rsidR="00563504" w:rsidRDefault="00563504" w:rsidP="00563504">
      <w:pPr>
        <w:pStyle w:val="Bezmezer"/>
      </w:pPr>
      <w:r>
        <w:t>Správa železnic, státní organizace</w:t>
      </w:r>
    </w:p>
    <w:p w14:paraId="7CA47D4F" w14:textId="77777777" w:rsidR="00563504" w:rsidRDefault="00563504" w:rsidP="00563504">
      <w:pPr>
        <w:pStyle w:val="Bezmezer"/>
      </w:pPr>
      <w:r>
        <w:t>Ing. Libor Tkáč, MBA</w:t>
      </w:r>
    </w:p>
    <w:p w14:paraId="4D683A48" w14:textId="77777777" w:rsidR="00563504" w:rsidRPr="00333D3E" w:rsidRDefault="00563504" w:rsidP="00563504">
      <w:r>
        <w:t>ředitel Oblastního ředitelství Brno</w:t>
      </w:r>
    </w:p>
    <w:p w14:paraId="16AFB686" w14:textId="49217AAD" w:rsidR="00564DDD" w:rsidRDefault="00564DDD" w:rsidP="00B36181">
      <w:pPr>
        <w:pStyle w:val="Textbezslovn"/>
        <w:spacing w:after="0"/>
      </w:pPr>
      <w:r>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6A2B5060" w:rsidR="008C65E0" w:rsidRDefault="006A6AF2" w:rsidP="006A6AF2">
      <w:pPr>
        <w:pStyle w:val="Textbezslovn"/>
        <w:ind w:left="0"/>
      </w:pPr>
      <w:r w:rsidRPr="006A6AF2">
        <w:t xml:space="preserve">Řádně jsme se seznámili se zněním zadávacích podmínek veřejné zakázky s názvem </w:t>
      </w:r>
      <w:r w:rsidR="00563504" w:rsidRPr="00D51150">
        <w:rPr>
          <w:rFonts w:ascii="Verdana" w:eastAsia="Calibri" w:hAnsi="Verdana"/>
          <w:b/>
        </w:rPr>
        <w:t xml:space="preserve">Individuální protihluková opatření u bytového domu Podzimní 412/1 v </w:t>
      </w:r>
      <w:proofErr w:type="spellStart"/>
      <w:r w:rsidR="00563504" w:rsidRPr="00D51150">
        <w:rPr>
          <w:rFonts w:ascii="Verdana" w:eastAsia="Calibri" w:hAnsi="Verdana"/>
          <w:b/>
        </w:rPr>
        <w:t>k.ú</w:t>
      </w:r>
      <w:proofErr w:type="spellEnd"/>
      <w:r w:rsidR="00563504" w:rsidRPr="00D51150">
        <w:rPr>
          <w:rFonts w:ascii="Verdana" w:eastAsia="Calibri" w:hAnsi="Verdana"/>
          <w:b/>
        </w:rPr>
        <w:t>. Maloměřice</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1A35D641"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r w:rsidR="008B4003" w:rsidRPr="00454716">
              <w:rPr>
                <w:b/>
                <w:sz w:val="16"/>
                <w:szCs w:val="16"/>
              </w:rPr>
              <w:t>z objemu</w:t>
            </w:r>
            <w:r w:rsidRPr="00454716">
              <w:rPr>
                <w:b/>
                <w:sz w:val="16"/>
                <w:szCs w:val="16"/>
              </w:rPr>
              <w:t xml:space="preserve">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21C6ED8E" w:rsidR="0035531B" w:rsidRDefault="00E22792"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563504">
              <w:rPr>
                <w:b/>
              </w:rPr>
              <w:t>posledních 5 l</w:t>
            </w:r>
            <w:r w:rsidR="00DD63D8" w:rsidRPr="00AD792A">
              <w:rPr>
                <w:b/>
              </w:rPr>
              <w:t>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4678" w:type="dxa"/>
        <w:tblLayout w:type="fixed"/>
        <w:tblLook w:val="04E0" w:firstRow="1" w:lastRow="1" w:firstColumn="1" w:lastColumn="0" w:noHBand="0" w:noVBand="1"/>
      </w:tblPr>
      <w:tblGrid>
        <w:gridCol w:w="2410"/>
        <w:gridCol w:w="2268"/>
      </w:tblGrid>
      <w:tr w:rsidR="008B4003" w:rsidRPr="00EE3C5F" w14:paraId="3BC61869" w14:textId="77777777" w:rsidTr="008B40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60177EC7" w14:textId="6A0A32D1" w:rsidR="008B4003" w:rsidRDefault="008B4003" w:rsidP="002369BD">
            <w:pPr>
              <w:rPr>
                <w:b/>
                <w:sz w:val="16"/>
                <w:szCs w:val="16"/>
              </w:rPr>
            </w:pPr>
            <w:r w:rsidRPr="00EE3C5F">
              <w:rPr>
                <w:b/>
                <w:sz w:val="16"/>
                <w:szCs w:val="16"/>
              </w:rPr>
              <w:t>Funkce</w:t>
            </w:r>
          </w:p>
          <w:p w14:paraId="384E405D" w14:textId="244C71DD" w:rsidR="008B4003" w:rsidRPr="00EE3C5F" w:rsidRDefault="008B4003"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2268" w:type="dxa"/>
          </w:tcPr>
          <w:p w14:paraId="7A4B74A0" w14:textId="77777777" w:rsidR="008B4003" w:rsidRPr="00EE3C5F" w:rsidRDefault="008B400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8B4003" w:rsidRPr="00454716" w14:paraId="310CF253" w14:textId="77777777" w:rsidTr="008B4003">
        <w:tc>
          <w:tcPr>
            <w:cnfStyle w:val="001000000000" w:firstRow="0" w:lastRow="0" w:firstColumn="1" w:lastColumn="0" w:oddVBand="0" w:evenVBand="0" w:oddHBand="0" w:evenHBand="0" w:firstRowFirstColumn="0" w:firstRowLastColumn="0" w:lastRowFirstColumn="0" w:lastRowLastColumn="0"/>
            <w:tcW w:w="2410" w:type="dxa"/>
          </w:tcPr>
          <w:p w14:paraId="39A33868" w14:textId="77777777" w:rsidR="008B4003" w:rsidRPr="00454716" w:rsidRDefault="008B4003" w:rsidP="00EE3C5F">
            <w:pPr>
              <w:rPr>
                <w:sz w:val="16"/>
                <w:szCs w:val="16"/>
                <w:highlight w:val="yellow"/>
              </w:rPr>
            </w:pPr>
            <w:r w:rsidRPr="00454716">
              <w:rPr>
                <w:sz w:val="16"/>
                <w:szCs w:val="16"/>
                <w:highlight w:val="yellow"/>
              </w:rPr>
              <w:t>[DOPLNÍ DODAVATEL]</w:t>
            </w:r>
          </w:p>
        </w:tc>
        <w:tc>
          <w:tcPr>
            <w:tcW w:w="2268" w:type="dxa"/>
          </w:tcPr>
          <w:p w14:paraId="4B951329" w14:textId="77777777" w:rsidR="008B4003" w:rsidRPr="00454716" w:rsidRDefault="008B400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B4003" w:rsidRPr="00454716" w14:paraId="610851B4" w14:textId="77777777" w:rsidTr="008B4003">
        <w:tc>
          <w:tcPr>
            <w:cnfStyle w:val="001000000000" w:firstRow="0" w:lastRow="0" w:firstColumn="1" w:lastColumn="0" w:oddVBand="0" w:evenVBand="0" w:oddHBand="0" w:evenHBand="0" w:firstRowFirstColumn="0" w:firstRowLastColumn="0" w:lastRowFirstColumn="0" w:lastRowLastColumn="0"/>
            <w:tcW w:w="2410" w:type="dxa"/>
          </w:tcPr>
          <w:p w14:paraId="58B9193E" w14:textId="77777777" w:rsidR="008B4003" w:rsidRPr="00454716" w:rsidRDefault="008B4003" w:rsidP="00EE3C5F">
            <w:pPr>
              <w:rPr>
                <w:sz w:val="16"/>
                <w:szCs w:val="16"/>
                <w:highlight w:val="yellow"/>
              </w:rPr>
            </w:pPr>
            <w:r w:rsidRPr="00454716">
              <w:rPr>
                <w:sz w:val="16"/>
                <w:szCs w:val="16"/>
                <w:highlight w:val="yellow"/>
              </w:rPr>
              <w:t>[DOPLNÍ DODAVATEL]</w:t>
            </w:r>
          </w:p>
        </w:tc>
        <w:tc>
          <w:tcPr>
            <w:tcW w:w="2268" w:type="dxa"/>
          </w:tcPr>
          <w:p w14:paraId="23E69C56" w14:textId="77777777" w:rsidR="008B4003" w:rsidRPr="00454716" w:rsidRDefault="008B400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B4003" w:rsidRPr="00454716" w14:paraId="4DA52B1B" w14:textId="77777777" w:rsidTr="008B4003">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173344A7" w14:textId="77777777" w:rsidR="008B4003" w:rsidRPr="00454716" w:rsidRDefault="008B4003" w:rsidP="00EE3C5F">
            <w:pPr>
              <w:rPr>
                <w:sz w:val="16"/>
                <w:szCs w:val="16"/>
                <w:highlight w:val="yellow"/>
              </w:rPr>
            </w:pPr>
            <w:r w:rsidRPr="00454716">
              <w:rPr>
                <w:sz w:val="16"/>
                <w:szCs w:val="16"/>
                <w:highlight w:val="yellow"/>
              </w:rPr>
              <w:t>[DOPLNÍ DODAVATEL]</w:t>
            </w:r>
          </w:p>
        </w:tc>
        <w:tc>
          <w:tcPr>
            <w:tcW w:w="2268" w:type="dxa"/>
            <w:tcBorders>
              <w:bottom w:val="single" w:sz="2" w:space="0" w:color="auto"/>
            </w:tcBorders>
          </w:tcPr>
          <w:p w14:paraId="63F51EA2" w14:textId="77777777" w:rsidR="008B4003" w:rsidRPr="00454716" w:rsidRDefault="008B400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B4003" w:rsidRPr="00454716" w14:paraId="62471E60" w14:textId="77777777" w:rsidTr="008B4003">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5473871F" w14:textId="77777777" w:rsidR="008B4003" w:rsidRPr="00454716" w:rsidRDefault="008B4003" w:rsidP="00EE3C5F">
            <w:pPr>
              <w:rPr>
                <w:sz w:val="16"/>
                <w:szCs w:val="16"/>
                <w:highlight w:val="yellow"/>
              </w:rPr>
            </w:pPr>
            <w:r w:rsidRPr="00454716">
              <w:rPr>
                <w:sz w:val="16"/>
                <w:szCs w:val="16"/>
                <w:highlight w:val="yellow"/>
              </w:rPr>
              <w:t>[DOPLNÍ DODAVATEL]</w:t>
            </w:r>
          </w:p>
        </w:tc>
        <w:tc>
          <w:tcPr>
            <w:tcW w:w="2268" w:type="dxa"/>
            <w:tcBorders>
              <w:bottom w:val="single" w:sz="2" w:space="0" w:color="auto"/>
            </w:tcBorders>
          </w:tcPr>
          <w:p w14:paraId="5F83E723" w14:textId="77777777" w:rsidR="008B4003" w:rsidRPr="00454716" w:rsidRDefault="008B400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B4003" w:rsidRPr="00454716" w14:paraId="17735848" w14:textId="77777777" w:rsidTr="008B4003">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5D6541F5" w14:textId="77777777" w:rsidR="008B4003" w:rsidRPr="00454716" w:rsidRDefault="008B4003" w:rsidP="00EE3C5F">
            <w:pPr>
              <w:rPr>
                <w:sz w:val="16"/>
                <w:szCs w:val="16"/>
                <w:highlight w:val="yellow"/>
              </w:rPr>
            </w:pPr>
            <w:r w:rsidRPr="00454716">
              <w:rPr>
                <w:sz w:val="16"/>
                <w:szCs w:val="16"/>
                <w:highlight w:val="yellow"/>
              </w:rPr>
              <w:t>[DOPLNÍ DODAVATEL]</w:t>
            </w:r>
          </w:p>
        </w:tc>
        <w:tc>
          <w:tcPr>
            <w:tcW w:w="2268" w:type="dxa"/>
            <w:tcBorders>
              <w:bottom w:val="single" w:sz="2" w:space="0" w:color="auto"/>
            </w:tcBorders>
          </w:tcPr>
          <w:p w14:paraId="373C180C" w14:textId="77777777" w:rsidR="008B4003" w:rsidRPr="00454716" w:rsidRDefault="008B400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B4003" w:rsidRPr="00454716" w14:paraId="4BB85F06" w14:textId="77777777" w:rsidTr="008B40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Borders>
              <w:top w:val="single" w:sz="2" w:space="0" w:color="auto"/>
            </w:tcBorders>
            <w:shd w:val="clear" w:color="auto" w:fill="auto"/>
          </w:tcPr>
          <w:p w14:paraId="3F0E866B" w14:textId="77777777" w:rsidR="008B4003" w:rsidRPr="00454716" w:rsidRDefault="008B4003" w:rsidP="00EE3C5F">
            <w:pPr>
              <w:rPr>
                <w:b w:val="0"/>
                <w:sz w:val="16"/>
                <w:szCs w:val="16"/>
                <w:highlight w:val="yellow"/>
              </w:rPr>
            </w:pPr>
            <w:r w:rsidRPr="00454716">
              <w:rPr>
                <w:b w:val="0"/>
                <w:sz w:val="16"/>
                <w:szCs w:val="16"/>
                <w:highlight w:val="yellow"/>
              </w:rPr>
              <w:t>[DOPLNÍ DODAVATEL]</w:t>
            </w:r>
          </w:p>
        </w:tc>
        <w:tc>
          <w:tcPr>
            <w:tcW w:w="2268" w:type="dxa"/>
            <w:tcBorders>
              <w:top w:val="single" w:sz="2" w:space="0" w:color="auto"/>
            </w:tcBorders>
            <w:shd w:val="clear" w:color="auto" w:fill="auto"/>
          </w:tcPr>
          <w:p w14:paraId="6E72F89C" w14:textId="77777777" w:rsidR="008B4003" w:rsidRPr="00454716" w:rsidRDefault="008B400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3CD7B978" w:rsidR="0035531B" w:rsidRPr="00563504" w:rsidRDefault="00563504" w:rsidP="00FE4333">
      <w:pPr>
        <w:pStyle w:val="Nadpisbezsl1-2"/>
        <w:rPr>
          <w:b w:val="0"/>
          <w:bCs/>
        </w:rPr>
      </w:pPr>
      <w:r w:rsidRPr="00563504">
        <w:rPr>
          <w:b w:val="0"/>
          <w:bCs/>
        </w:rPr>
        <w:t>Neobsazeno</w:t>
      </w:r>
    </w:p>
    <w:p w14:paraId="2C3A120D" w14:textId="77777777" w:rsidR="0035531B" w:rsidRDefault="0035531B" w:rsidP="00474F4D">
      <w:pPr>
        <w:pStyle w:val="Textbezslovn"/>
        <w:ind w:left="0"/>
      </w:pP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17FA19F" w14:textId="77777777" w:rsidR="00620072" w:rsidRDefault="00620072">
      <w:pPr>
        <w:rPr>
          <w:rFonts w:asciiTheme="majorHAnsi" w:hAnsiTheme="majorHAnsi"/>
          <w:b/>
          <w:caps/>
          <w:sz w:val="22"/>
        </w:rPr>
      </w:pPr>
      <w:r>
        <w:br w:type="page"/>
      </w:r>
    </w:p>
    <w:p w14:paraId="1772DA7F" w14:textId="5686EEAF"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6"/>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457"/>
        <w:gridCol w:w="4332"/>
      </w:tblGrid>
      <w:tr w:rsidR="00307641" w:rsidRPr="00307641" w14:paraId="2FA0B2B9" w14:textId="77777777" w:rsidTr="00236A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7"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332"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236A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332"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7"/>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31F01C59"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563504" w:rsidRPr="00D51150">
        <w:rPr>
          <w:rFonts w:ascii="Verdana" w:eastAsia="Calibri" w:hAnsi="Verdana"/>
          <w:b/>
        </w:rPr>
        <w:t xml:space="preserve">Individuální protihluková opatření u bytového domu Podzimní 412/1 v </w:t>
      </w:r>
      <w:proofErr w:type="spellStart"/>
      <w:r w:rsidR="00563504" w:rsidRPr="00D51150">
        <w:rPr>
          <w:rFonts w:ascii="Verdana" w:eastAsia="Calibri" w:hAnsi="Verdana"/>
          <w:b/>
        </w:rPr>
        <w:t>k.ú</w:t>
      </w:r>
      <w:proofErr w:type="spellEnd"/>
      <w:r w:rsidR="00563504" w:rsidRPr="00D51150">
        <w:rPr>
          <w:rFonts w:ascii="Verdana" w:eastAsia="Calibri" w:hAnsi="Verdana"/>
          <w:b/>
        </w:rPr>
        <w:t>. Maloměřice</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782B02">
        <w:rPr>
          <w:rFonts w:eastAsia="Calibri" w:cs="Times New Roman"/>
          <w:b/>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even" r:id="rId23"/>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DDC796" w14:textId="77777777" w:rsidR="00194FCD" w:rsidRDefault="00194FCD" w:rsidP="00962258">
      <w:pPr>
        <w:spacing w:after="0" w:line="240" w:lineRule="auto"/>
      </w:pPr>
      <w:r>
        <w:separator/>
      </w:r>
    </w:p>
  </w:endnote>
  <w:endnote w:type="continuationSeparator" w:id="0">
    <w:p w14:paraId="45F04812" w14:textId="77777777" w:rsidR="00194FCD" w:rsidRDefault="00194FC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2BB3F712"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6F43">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86F43">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206A0D" w:rsidRDefault="00206A0D" w:rsidP="00B8518B">
          <w:pPr>
            <w:pStyle w:val="Zpat"/>
          </w:pPr>
        </w:p>
      </w:tc>
      <w:tc>
        <w:tcPr>
          <w:tcW w:w="425" w:type="dxa"/>
          <w:shd w:val="clear" w:color="auto" w:fill="auto"/>
          <w:tcMar>
            <w:left w:w="0" w:type="dxa"/>
            <w:right w:w="0" w:type="dxa"/>
          </w:tcMar>
        </w:tcPr>
        <w:p w14:paraId="45F1B8FE" w14:textId="77777777" w:rsidR="00206A0D" w:rsidRDefault="00206A0D" w:rsidP="00B8518B">
          <w:pPr>
            <w:pStyle w:val="Zpat"/>
          </w:pPr>
        </w:p>
      </w:tc>
      <w:tc>
        <w:tcPr>
          <w:tcW w:w="8505" w:type="dxa"/>
        </w:tcPr>
        <w:p w14:paraId="72F503C1" w14:textId="77777777" w:rsidR="00C36712" w:rsidRDefault="00206A0D" w:rsidP="00C36712">
          <w:pPr>
            <w:pStyle w:val="Zpat0"/>
          </w:pPr>
          <w:r w:rsidRPr="00C36712">
            <w:t>„</w:t>
          </w:r>
          <w:r w:rsidR="00C36712" w:rsidRPr="00C36712">
            <w:rPr>
              <w:rFonts w:ascii="Verdana" w:eastAsia="Calibri" w:hAnsi="Verdana"/>
              <w:b/>
              <w:bCs/>
            </w:rPr>
            <w:t>Individuální</w:t>
          </w:r>
          <w:r w:rsidR="00C36712" w:rsidRPr="009D15F7">
            <w:rPr>
              <w:rFonts w:ascii="Verdana" w:eastAsia="Calibri" w:hAnsi="Verdana"/>
              <w:b/>
              <w:bCs/>
            </w:rPr>
            <w:t xml:space="preserve"> protihluková opatření u bytového domu Podzimní 412/1 v </w:t>
          </w:r>
          <w:proofErr w:type="spellStart"/>
          <w:r w:rsidR="00C36712" w:rsidRPr="009D15F7">
            <w:rPr>
              <w:rFonts w:ascii="Verdana" w:eastAsia="Calibri" w:hAnsi="Verdana"/>
              <w:b/>
              <w:bCs/>
            </w:rPr>
            <w:t>k.ú</w:t>
          </w:r>
          <w:proofErr w:type="spellEnd"/>
          <w:r w:rsidR="00C36712" w:rsidRPr="009D15F7">
            <w:rPr>
              <w:rFonts w:ascii="Verdana" w:eastAsia="Calibri" w:hAnsi="Verdana"/>
              <w:b/>
              <w:bCs/>
            </w:rPr>
            <w:t>. Maloměřice</w:t>
          </w:r>
          <w:r w:rsidR="00C36712" w:rsidRPr="009D15F7">
            <w:t>“</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43D3B3" w14:textId="77777777" w:rsidR="00194FCD" w:rsidRDefault="00194FCD" w:rsidP="00962258">
      <w:pPr>
        <w:spacing w:after="0" w:line="240" w:lineRule="auto"/>
      </w:pPr>
      <w:r>
        <w:separator/>
      </w:r>
    </w:p>
  </w:footnote>
  <w:footnote w:type="continuationSeparator" w:id="0">
    <w:p w14:paraId="771680A0" w14:textId="77777777" w:rsidR="00194FCD" w:rsidRDefault="00194FCD" w:rsidP="00962258">
      <w:pPr>
        <w:spacing w:after="0" w:line="240" w:lineRule="auto"/>
      </w:pPr>
      <w:r>
        <w:continuationSeparator/>
      </w:r>
    </w:p>
  </w:footnote>
  <w:footnote w:id="1">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w:t>
      </w:r>
      <w:r w:rsidRPr="00CE745B">
        <w:rPr>
          <w:szCs w:val="14"/>
        </w:rPr>
        <w:t xml:space="preserve">provádí </w:t>
      </w:r>
      <w:hyperlink r:id="rId1" w:history="1">
        <w:r w:rsidRPr="00CE745B">
          <w:rPr>
            <w:rStyle w:val="Hypertextovodkaz"/>
            <w:color w:val="auto"/>
            <w:szCs w:val="14"/>
          </w:rPr>
          <w:t>nařízení (EU) č. 269/2014</w:t>
        </w:r>
      </w:hyperlink>
      <w:r w:rsidRPr="00CE745B">
        <w:rPr>
          <w:szCs w:val="14"/>
        </w:rPr>
        <w:t xml:space="preserve"> o omezujících opatřeních vzhledem k činnostem narušujícím nebo ohrožujícím územní celistvost, svrchovanost a nezávislost </w:t>
      </w:r>
      <w:r>
        <w:rPr>
          <w:szCs w:val="14"/>
        </w:rPr>
        <w:t>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99BBF0" w14:textId="160701E0" w:rsidR="00C36712" w:rsidRDefault="00C3671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220E34A9" w:rsidR="00206A0D" w:rsidRPr="00B8518B" w:rsidRDefault="00206A0D" w:rsidP="00523EA7">
          <w:pPr>
            <w:pStyle w:val="Zpat"/>
            <w:rPr>
              <w:rStyle w:val="slostrnky"/>
            </w:rPr>
          </w:pPr>
        </w:p>
      </w:tc>
      <w:tc>
        <w:tcPr>
          <w:tcW w:w="3458" w:type="dxa"/>
          <w:shd w:val="clear" w:color="auto" w:fill="auto"/>
          <w:tcMar>
            <w:top w:w="57" w:type="dxa"/>
            <w:left w:w="0" w:type="dxa"/>
            <w:right w:w="0" w:type="dxa"/>
          </w:tcMar>
        </w:tcPr>
        <w:p w14:paraId="743F0C7F" w14:textId="77777777" w:rsidR="00206A0D" w:rsidRDefault="00206A0D" w:rsidP="00523EA7">
          <w:pPr>
            <w:pStyle w:val="Zpat"/>
          </w:pPr>
        </w:p>
      </w:tc>
      <w:tc>
        <w:tcPr>
          <w:tcW w:w="5698" w:type="dxa"/>
          <w:shd w:val="clear" w:color="auto" w:fill="auto"/>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188ADB5D" w:rsidR="00206A0D" w:rsidRPr="00B8518B" w:rsidRDefault="00206A0D" w:rsidP="00FC6389">
          <w:pPr>
            <w:pStyle w:val="Zpat"/>
            <w:rPr>
              <w:rStyle w:val="slostrnky"/>
            </w:rPr>
          </w:pPr>
        </w:p>
      </w:tc>
      <w:tc>
        <w:tcPr>
          <w:tcW w:w="3458" w:type="dxa"/>
          <w:shd w:val="clear" w:color="auto" w:fill="auto"/>
          <w:tcMar>
            <w:left w:w="0" w:type="dxa"/>
            <w:right w:w="0" w:type="dxa"/>
          </w:tcMar>
        </w:tcPr>
        <w:p w14:paraId="5C1BA917" w14:textId="77777777" w:rsidR="00206A0D" w:rsidRDefault="00206A0D" w:rsidP="00FC6389">
          <w:pPr>
            <w:pStyle w:val="Zpat"/>
          </w:pPr>
        </w:p>
      </w:tc>
      <w:tc>
        <w:tcPr>
          <w:tcW w:w="5756" w:type="dxa"/>
          <w:shd w:val="clear" w:color="auto" w:fill="auto"/>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63E8AC86" w14:textId="77777777" w:rsidR="00206A0D" w:rsidRDefault="00206A0D" w:rsidP="00FC6389">
          <w:pPr>
            <w:pStyle w:val="Zpat"/>
          </w:pPr>
        </w:p>
      </w:tc>
      <w:tc>
        <w:tcPr>
          <w:tcW w:w="5756" w:type="dxa"/>
          <w:shd w:val="clear" w:color="auto" w:fill="auto"/>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333"/>
        </w:tabs>
        <w:ind w:left="1333"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12661995">
    <w:abstractNumId w:val="3"/>
  </w:num>
  <w:num w:numId="2" w16cid:durableId="844243682">
    <w:abstractNumId w:val="1"/>
  </w:num>
  <w:num w:numId="3" w16cid:durableId="2098792267">
    <w:abstractNumId w:val="10"/>
  </w:num>
  <w:num w:numId="4" w16cid:durableId="1764762886">
    <w:abstractNumId w:val="2"/>
  </w:num>
  <w:num w:numId="5" w16cid:durableId="1804542433">
    <w:abstractNumId w:val="0"/>
  </w:num>
  <w:num w:numId="6" w16cid:durableId="2137478056">
    <w:abstractNumId w:val="5"/>
  </w:num>
  <w:num w:numId="7" w16cid:durableId="1025911839">
    <w:abstractNumId w:val="7"/>
  </w:num>
  <w:num w:numId="8" w16cid:durableId="1128476615">
    <w:abstractNumId w:val="6"/>
  </w:num>
  <w:num w:numId="9" w16cid:durableId="536745284">
    <w:abstractNumId w:val="11"/>
  </w:num>
  <w:num w:numId="10" w16cid:durableId="485129412">
    <w:abstractNumId w:val="9"/>
  </w:num>
  <w:num w:numId="11" w16cid:durableId="106583586">
    <w:abstractNumId w:val="7"/>
  </w:num>
  <w:num w:numId="12" w16cid:durableId="279456196">
    <w:abstractNumId w:val="7"/>
  </w:num>
  <w:num w:numId="13" w16cid:durableId="20936217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475530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17741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485903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226690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42549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80449772">
    <w:abstractNumId w:val="8"/>
  </w:num>
  <w:num w:numId="20" w16cid:durableId="19981419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876491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70122948">
    <w:abstractNumId w:val="0"/>
  </w:num>
  <w:num w:numId="23" w16cid:durableId="12851973">
    <w:abstractNumId w:val="0"/>
  </w:num>
  <w:num w:numId="24" w16cid:durableId="976645630">
    <w:abstractNumId w:val="7"/>
    <w:lvlOverride w:ilvl="0">
      <w:startOverride w:val="1"/>
    </w:lvlOverride>
  </w:num>
  <w:num w:numId="25" w16cid:durableId="1940019825">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4B20"/>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0F1A"/>
    <w:rsid w:val="00061916"/>
    <w:rsid w:val="00061E45"/>
    <w:rsid w:val="0006450D"/>
    <w:rsid w:val="0006499F"/>
    <w:rsid w:val="0006588D"/>
    <w:rsid w:val="00067A5E"/>
    <w:rsid w:val="00067EE3"/>
    <w:rsid w:val="000719BB"/>
    <w:rsid w:val="00071EF2"/>
    <w:rsid w:val="00072A65"/>
    <w:rsid w:val="00072C1E"/>
    <w:rsid w:val="00074569"/>
    <w:rsid w:val="00074F3B"/>
    <w:rsid w:val="00082434"/>
    <w:rsid w:val="000839DD"/>
    <w:rsid w:val="00083DF3"/>
    <w:rsid w:val="00085235"/>
    <w:rsid w:val="00085564"/>
    <w:rsid w:val="00090767"/>
    <w:rsid w:val="00091CD6"/>
    <w:rsid w:val="00092CC9"/>
    <w:rsid w:val="000961B4"/>
    <w:rsid w:val="000A4679"/>
    <w:rsid w:val="000B12B0"/>
    <w:rsid w:val="000B20AE"/>
    <w:rsid w:val="000B4810"/>
    <w:rsid w:val="000B4C49"/>
    <w:rsid w:val="000B4EB8"/>
    <w:rsid w:val="000B5300"/>
    <w:rsid w:val="000C2072"/>
    <w:rsid w:val="000C3CD6"/>
    <w:rsid w:val="000C41F2"/>
    <w:rsid w:val="000C71D2"/>
    <w:rsid w:val="000D0AE7"/>
    <w:rsid w:val="000D0DE7"/>
    <w:rsid w:val="000D22C4"/>
    <w:rsid w:val="000D27D1"/>
    <w:rsid w:val="000D5E72"/>
    <w:rsid w:val="000D6762"/>
    <w:rsid w:val="000D7437"/>
    <w:rsid w:val="000E15C8"/>
    <w:rsid w:val="000E1A7F"/>
    <w:rsid w:val="000E25BA"/>
    <w:rsid w:val="000E4596"/>
    <w:rsid w:val="000E5F0B"/>
    <w:rsid w:val="000F0498"/>
    <w:rsid w:val="000F1680"/>
    <w:rsid w:val="000F3666"/>
    <w:rsid w:val="000F3B2D"/>
    <w:rsid w:val="000F4E40"/>
    <w:rsid w:val="000F74BB"/>
    <w:rsid w:val="001032AF"/>
    <w:rsid w:val="0010352D"/>
    <w:rsid w:val="00106A0E"/>
    <w:rsid w:val="001077DE"/>
    <w:rsid w:val="00112301"/>
    <w:rsid w:val="00112864"/>
    <w:rsid w:val="00112F94"/>
    <w:rsid w:val="00113C50"/>
    <w:rsid w:val="00114472"/>
    <w:rsid w:val="00114988"/>
    <w:rsid w:val="00114A29"/>
    <w:rsid w:val="00115069"/>
    <w:rsid w:val="001150F2"/>
    <w:rsid w:val="00116813"/>
    <w:rsid w:val="00124D0D"/>
    <w:rsid w:val="00131D92"/>
    <w:rsid w:val="00132890"/>
    <w:rsid w:val="00136160"/>
    <w:rsid w:val="00142F26"/>
    <w:rsid w:val="001431E6"/>
    <w:rsid w:val="00146496"/>
    <w:rsid w:val="00146BCB"/>
    <w:rsid w:val="00146DD0"/>
    <w:rsid w:val="001472A9"/>
    <w:rsid w:val="00151838"/>
    <w:rsid w:val="0015525A"/>
    <w:rsid w:val="00157179"/>
    <w:rsid w:val="00160425"/>
    <w:rsid w:val="00163AF1"/>
    <w:rsid w:val="0016455F"/>
    <w:rsid w:val="001656A2"/>
    <w:rsid w:val="00170521"/>
    <w:rsid w:val="00170EC5"/>
    <w:rsid w:val="001747C1"/>
    <w:rsid w:val="00177199"/>
    <w:rsid w:val="00177D6B"/>
    <w:rsid w:val="001802E3"/>
    <w:rsid w:val="0018364C"/>
    <w:rsid w:val="001902D3"/>
    <w:rsid w:val="00191F90"/>
    <w:rsid w:val="00192880"/>
    <w:rsid w:val="0019345F"/>
    <w:rsid w:val="00193D8F"/>
    <w:rsid w:val="00194FCD"/>
    <w:rsid w:val="001950C2"/>
    <w:rsid w:val="0019527B"/>
    <w:rsid w:val="00196E81"/>
    <w:rsid w:val="001B18A5"/>
    <w:rsid w:val="001B23A1"/>
    <w:rsid w:val="001B3310"/>
    <w:rsid w:val="001B4E74"/>
    <w:rsid w:val="001B5ED5"/>
    <w:rsid w:val="001C3945"/>
    <w:rsid w:val="001C3DC8"/>
    <w:rsid w:val="001C645F"/>
    <w:rsid w:val="001D0D67"/>
    <w:rsid w:val="001D4B4A"/>
    <w:rsid w:val="001D5DE6"/>
    <w:rsid w:val="001D7B7B"/>
    <w:rsid w:val="001E03BE"/>
    <w:rsid w:val="001E08F5"/>
    <w:rsid w:val="001E0DC3"/>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15A2B"/>
    <w:rsid w:val="00221D06"/>
    <w:rsid w:val="002222C1"/>
    <w:rsid w:val="00225B2D"/>
    <w:rsid w:val="00233A30"/>
    <w:rsid w:val="00233A53"/>
    <w:rsid w:val="00235EB5"/>
    <w:rsid w:val="002369BD"/>
    <w:rsid w:val="00236A91"/>
    <w:rsid w:val="00240B81"/>
    <w:rsid w:val="00241322"/>
    <w:rsid w:val="00243A80"/>
    <w:rsid w:val="0024699F"/>
    <w:rsid w:val="00246DA2"/>
    <w:rsid w:val="00247D01"/>
    <w:rsid w:val="0025030F"/>
    <w:rsid w:val="00261024"/>
    <w:rsid w:val="00261A5B"/>
    <w:rsid w:val="002628F0"/>
    <w:rsid w:val="00262E5B"/>
    <w:rsid w:val="00263CBA"/>
    <w:rsid w:val="00264D6C"/>
    <w:rsid w:val="00266708"/>
    <w:rsid w:val="00266B65"/>
    <w:rsid w:val="002670A6"/>
    <w:rsid w:val="00267CF3"/>
    <w:rsid w:val="002720ED"/>
    <w:rsid w:val="002760B2"/>
    <w:rsid w:val="00276660"/>
    <w:rsid w:val="00276AFE"/>
    <w:rsid w:val="0027726D"/>
    <w:rsid w:val="00280CE6"/>
    <w:rsid w:val="00283302"/>
    <w:rsid w:val="00284656"/>
    <w:rsid w:val="002924B8"/>
    <w:rsid w:val="002952C6"/>
    <w:rsid w:val="002A1957"/>
    <w:rsid w:val="002A3704"/>
    <w:rsid w:val="002A3B57"/>
    <w:rsid w:val="002C04EE"/>
    <w:rsid w:val="002C31BF"/>
    <w:rsid w:val="002D666C"/>
    <w:rsid w:val="002D7FD6"/>
    <w:rsid w:val="002E0CD7"/>
    <w:rsid w:val="002E0CFB"/>
    <w:rsid w:val="002E0F4A"/>
    <w:rsid w:val="002E294C"/>
    <w:rsid w:val="002E5046"/>
    <w:rsid w:val="002E5B10"/>
    <w:rsid w:val="002E5C7B"/>
    <w:rsid w:val="002E7FE7"/>
    <w:rsid w:val="002F038F"/>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42C"/>
    <w:rsid w:val="0034455B"/>
    <w:rsid w:val="00344A9C"/>
    <w:rsid w:val="003452A1"/>
    <w:rsid w:val="0034719F"/>
    <w:rsid w:val="00347D3E"/>
    <w:rsid w:val="00350A35"/>
    <w:rsid w:val="0035531B"/>
    <w:rsid w:val="003571D8"/>
    <w:rsid w:val="00357BC6"/>
    <w:rsid w:val="00360076"/>
    <w:rsid w:val="00360428"/>
    <w:rsid w:val="00360E43"/>
    <w:rsid w:val="00361422"/>
    <w:rsid w:val="003617AC"/>
    <w:rsid w:val="0036290F"/>
    <w:rsid w:val="00367C96"/>
    <w:rsid w:val="00370DFC"/>
    <w:rsid w:val="003717A3"/>
    <w:rsid w:val="00373447"/>
    <w:rsid w:val="00374D95"/>
    <w:rsid w:val="003753A9"/>
    <w:rsid w:val="0037545D"/>
    <w:rsid w:val="00377FDF"/>
    <w:rsid w:val="00382B21"/>
    <w:rsid w:val="00385740"/>
    <w:rsid w:val="00385C37"/>
    <w:rsid w:val="00386FF1"/>
    <w:rsid w:val="003870BD"/>
    <w:rsid w:val="00392EB6"/>
    <w:rsid w:val="00393419"/>
    <w:rsid w:val="00393C6E"/>
    <w:rsid w:val="003944D4"/>
    <w:rsid w:val="00394D03"/>
    <w:rsid w:val="003956C6"/>
    <w:rsid w:val="003A0E3D"/>
    <w:rsid w:val="003A4513"/>
    <w:rsid w:val="003B26BD"/>
    <w:rsid w:val="003B2F37"/>
    <w:rsid w:val="003B3C46"/>
    <w:rsid w:val="003B4E63"/>
    <w:rsid w:val="003B596D"/>
    <w:rsid w:val="003C00AA"/>
    <w:rsid w:val="003C103D"/>
    <w:rsid w:val="003C33F2"/>
    <w:rsid w:val="003C540F"/>
    <w:rsid w:val="003D0EE6"/>
    <w:rsid w:val="003D1A44"/>
    <w:rsid w:val="003D42AA"/>
    <w:rsid w:val="003D47E8"/>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8F9"/>
    <w:rsid w:val="00404BA2"/>
    <w:rsid w:val="0040523A"/>
    <w:rsid w:val="00405C85"/>
    <w:rsid w:val="004078F3"/>
    <w:rsid w:val="00407C73"/>
    <w:rsid w:val="00412F6F"/>
    <w:rsid w:val="00413F61"/>
    <w:rsid w:val="00422E8D"/>
    <w:rsid w:val="0042745B"/>
    <w:rsid w:val="00427794"/>
    <w:rsid w:val="00431C3F"/>
    <w:rsid w:val="00441008"/>
    <w:rsid w:val="00441E3E"/>
    <w:rsid w:val="00447B84"/>
    <w:rsid w:val="00450F07"/>
    <w:rsid w:val="00451D51"/>
    <w:rsid w:val="00451FC2"/>
    <w:rsid w:val="0045221E"/>
    <w:rsid w:val="00452F69"/>
    <w:rsid w:val="00453CD3"/>
    <w:rsid w:val="00454716"/>
    <w:rsid w:val="00454BB9"/>
    <w:rsid w:val="00455991"/>
    <w:rsid w:val="0045632E"/>
    <w:rsid w:val="00457582"/>
    <w:rsid w:val="00460660"/>
    <w:rsid w:val="004639C2"/>
    <w:rsid w:val="00464000"/>
    <w:rsid w:val="004645BC"/>
    <w:rsid w:val="0046488F"/>
    <w:rsid w:val="00464BA9"/>
    <w:rsid w:val="00467DBB"/>
    <w:rsid w:val="00470B77"/>
    <w:rsid w:val="0047162A"/>
    <w:rsid w:val="00474F4D"/>
    <w:rsid w:val="00475B73"/>
    <w:rsid w:val="0048094F"/>
    <w:rsid w:val="00480CA0"/>
    <w:rsid w:val="00481047"/>
    <w:rsid w:val="004833D9"/>
    <w:rsid w:val="00483969"/>
    <w:rsid w:val="00484026"/>
    <w:rsid w:val="0048585F"/>
    <w:rsid w:val="00485EAD"/>
    <w:rsid w:val="00486050"/>
    <w:rsid w:val="00486107"/>
    <w:rsid w:val="00487B17"/>
    <w:rsid w:val="00491827"/>
    <w:rsid w:val="004B14B1"/>
    <w:rsid w:val="004B2044"/>
    <w:rsid w:val="004B34E9"/>
    <w:rsid w:val="004B4008"/>
    <w:rsid w:val="004B7724"/>
    <w:rsid w:val="004C086E"/>
    <w:rsid w:val="004C4399"/>
    <w:rsid w:val="004C5229"/>
    <w:rsid w:val="004C58C2"/>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526F"/>
    <w:rsid w:val="005162DA"/>
    <w:rsid w:val="005200DA"/>
    <w:rsid w:val="00520935"/>
    <w:rsid w:val="005210B3"/>
    <w:rsid w:val="00521AC1"/>
    <w:rsid w:val="00523BB5"/>
    <w:rsid w:val="00523EA7"/>
    <w:rsid w:val="005406EB"/>
    <w:rsid w:val="00542A90"/>
    <w:rsid w:val="00544A85"/>
    <w:rsid w:val="00546FFB"/>
    <w:rsid w:val="00547364"/>
    <w:rsid w:val="00551E4C"/>
    <w:rsid w:val="00553375"/>
    <w:rsid w:val="0055510F"/>
    <w:rsid w:val="0055548F"/>
    <w:rsid w:val="00555884"/>
    <w:rsid w:val="00557922"/>
    <w:rsid w:val="00560665"/>
    <w:rsid w:val="00561624"/>
    <w:rsid w:val="00563504"/>
    <w:rsid w:val="00564DDD"/>
    <w:rsid w:val="00565F22"/>
    <w:rsid w:val="0056655E"/>
    <w:rsid w:val="005667EF"/>
    <w:rsid w:val="005710BE"/>
    <w:rsid w:val="00571BFB"/>
    <w:rsid w:val="005736B7"/>
    <w:rsid w:val="00575E5A"/>
    <w:rsid w:val="00577A3C"/>
    <w:rsid w:val="00580245"/>
    <w:rsid w:val="0058173F"/>
    <w:rsid w:val="00584AFA"/>
    <w:rsid w:val="005866BE"/>
    <w:rsid w:val="00586F43"/>
    <w:rsid w:val="00587D6D"/>
    <w:rsid w:val="005909AC"/>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4E4"/>
    <w:rsid w:val="005D4921"/>
    <w:rsid w:val="005D7121"/>
    <w:rsid w:val="005E33AB"/>
    <w:rsid w:val="005E57B3"/>
    <w:rsid w:val="005E62AD"/>
    <w:rsid w:val="005F3817"/>
    <w:rsid w:val="005F5485"/>
    <w:rsid w:val="005F7739"/>
    <w:rsid w:val="005F7EED"/>
    <w:rsid w:val="0060115D"/>
    <w:rsid w:val="00601A8C"/>
    <w:rsid w:val="006023D7"/>
    <w:rsid w:val="0061068E"/>
    <w:rsid w:val="006113EE"/>
    <w:rsid w:val="00611407"/>
    <w:rsid w:val="006115D3"/>
    <w:rsid w:val="00616090"/>
    <w:rsid w:val="00620072"/>
    <w:rsid w:val="006238E7"/>
    <w:rsid w:val="00626447"/>
    <w:rsid w:val="00626C82"/>
    <w:rsid w:val="00633ACF"/>
    <w:rsid w:val="00633DB6"/>
    <w:rsid w:val="00640B30"/>
    <w:rsid w:val="00642162"/>
    <w:rsid w:val="0064673D"/>
    <w:rsid w:val="00651AC7"/>
    <w:rsid w:val="006541C7"/>
    <w:rsid w:val="00655976"/>
    <w:rsid w:val="0065610E"/>
    <w:rsid w:val="00660AD3"/>
    <w:rsid w:val="00660BEB"/>
    <w:rsid w:val="0066235E"/>
    <w:rsid w:val="00665F2C"/>
    <w:rsid w:val="00666F70"/>
    <w:rsid w:val="006720FB"/>
    <w:rsid w:val="006776B6"/>
    <w:rsid w:val="00677E3B"/>
    <w:rsid w:val="006825F5"/>
    <w:rsid w:val="00686462"/>
    <w:rsid w:val="00687091"/>
    <w:rsid w:val="00687E10"/>
    <w:rsid w:val="00691A44"/>
    <w:rsid w:val="00693150"/>
    <w:rsid w:val="00693188"/>
    <w:rsid w:val="00695DAA"/>
    <w:rsid w:val="006963ED"/>
    <w:rsid w:val="00696606"/>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38E1"/>
    <w:rsid w:val="006C442A"/>
    <w:rsid w:val="006C4AD3"/>
    <w:rsid w:val="006D2717"/>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2B02"/>
    <w:rsid w:val="007846E1"/>
    <w:rsid w:val="007847D6"/>
    <w:rsid w:val="00792824"/>
    <w:rsid w:val="00797E05"/>
    <w:rsid w:val="007A0923"/>
    <w:rsid w:val="007A2107"/>
    <w:rsid w:val="007A2277"/>
    <w:rsid w:val="007A407D"/>
    <w:rsid w:val="007A43E9"/>
    <w:rsid w:val="007A5172"/>
    <w:rsid w:val="007A67A0"/>
    <w:rsid w:val="007B25A2"/>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DD0"/>
    <w:rsid w:val="00812B53"/>
    <w:rsid w:val="0082049A"/>
    <w:rsid w:val="0082065D"/>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4A4"/>
    <w:rsid w:val="00876D73"/>
    <w:rsid w:val="00885968"/>
    <w:rsid w:val="00885C00"/>
    <w:rsid w:val="00887139"/>
    <w:rsid w:val="00887F36"/>
    <w:rsid w:val="00891AB0"/>
    <w:rsid w:val="0089278E"/>
    <w:rsid w:val="008927BE"/>
    <w:rsid w:val="00893119"/>
    <w:rsid w:val="008966D5"/>
    <w:rsid w:val="00896E31"/>
    <w:rsid w:val="008970AF"/>
    <w:rsid w:val="008A3568"/>
    <w:rsid w:val="008A397B"/>
    <w:rsid w:val="008A4494"/>
    <w:rsid w:val="008A5B22"/>
    <w:rsid w:val="008B04F2"/>
    <w:rsid w:val="008B2021"/>
    <w:rsid w:val="008B4003"/>
    <w:rsid w:val="008B70C7"/>
    <w:rsid w:val="008C0020"/>
    <w:rsid w:val="008C0A17"/>
    <w:rsid w:val="008C4A48"/>
    <w:rsid w:val="008C50F3"/>
    <w:rsid w:val="008C65BC"/>
    <w:rsid w:val="008C65E0"/>
    <w:rsid w:val="008C75A8"/>
    <w:rsid w:val="008C7913"/>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1FF1"/>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86820"/>
    <w:rsid w:val="00992D9C"/>
    <w:rsid w:val="009967C7"/>
    <w:rsid w:val="00996CB8"/>
    <w:rsid w:val="0099756F"/>
    <w:rsid w:val="00997CCA"/>
    <w:rsid w:val="009A02FD"/>
    <w:rsid w:val="009A23F0"/>
    <w:rsid w:val="009A48A2"/>
    <w:rsid w:val="009A7A46"/>
    <w:rsid w:val="009B2E97"/>
    <w:rsid w:val="009B3F75"/>
    <w:rsid w:val="009B5146"/>
    <w:rsid w:val="009B5474"/>
    <w:rsid w:val="009B56E4"/>
    <w:rsid w:val="009B6733"/>
    <w:rsid w:val="009C125E"/>
    <w:rsid w:val="009C418E"/>
    <w:rsid w:val="009C442C"/>
    <w:rsid w:val="009C5284"/>
    <w:rsid w:val="009C69C4"/>
    <w:rsid w:val="009D0C9E"/>
    <w:rsid w:val="009D0F0A"/>
    <w:rsid w:val="009D20A1"/>
    <w:rsid w:val="009D38F2"/>
    <w:rsid w:val="009D77D0"/>
    <w:rsid w:val="009E07F4"/>
    <w:rsid w:val="009E4912"/>
    <w:rsid w:val="009E7247"/>
    <w:rsid w:val="009F083C"/>
    <w:rsid w:val="009F2042"/>
    <w:rsid w:val="009F2770"/>
    <w:rsid w:val="009F309B"/>
    <w:rsid w:val="009F392E"/>
    <w:rsid w:val="009F427D"/>
    <w:rsid w:val="009F53C5"/>
    <w:rsid w:val="009F7A26"/>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71189"/>
    <w:rsid w:val="00A7364A"/>
    <w:rsid w:val="00A74AA8"/>
    <w:rsid w:val="00A74DCC"/>
    <w:rsid w:val="00A753ED"/>
    <w:rsid w:val="00A757AD"/>
    <w:rsid w:val="00A77512"/>
    <w:rsid w:val="00A80861"/>
    <w:rsid w:val="00A84C4D"/>
    <w:rsid w:val="00A912E2"/>
    <w:rsid w:val="00A94AD6"/>
    <w:rsid w:val="00A94C2F"/>
    <w:rsid w:val="00A967E6"/>
    <w:rsid w:val="00AA257A"/>
    <w:rsid w:val="00AA2C03"/>
    <w:rsid w:val="00AA3B30"/>
    <w:rsid w:val="00AA3E17"/>
    <w:rsid w:val="00AA4CBB"/>
    <w:rsid w:val="00AA5255"/>
    <w:rsid w:val="00AA65FA"/>
    <w:rsid w:val="00AA7351"/>
    <w:rsid w:val="00AA7BBE"/>
    <w:rsid w:val="00AB0F4B"/>
    <w:rsid w:val="00AB1063"/>
    <w:rsid w:val="00AB2026"/>
    <w:rsid w:val="00AB242F"/>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D7E0B"/>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26C2"/>
    <w:rsid w:val="00B277ED"/>
    <w:rsid w:val="00B35448"/>
    <w:rsid w:val="00B36181"/>
    <w:rsid w:val="00B366A1"/>
    <w:rsid w:val="00B37552"/>
    <w:rsid w:val="00B429CF"/>
    <w:rsid w:val="00B44CBE"/>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60D0"/>
    <w:rsid w:val="00BB7F53"/>
    <w:rsid w:val="00BC06C4"/>
    <w:rsid w:val="00BC12B5"/>
    <w:rsid w:val="00BC376A"/>
    <w:rsid w:val="00BC38CD"/>
    <w:rsid w:val="00BC6D2B"/>
    <w:rsid w:val="00BD11CE"/>
    <w:rsid w:val="00BD4F2F"/>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529A"/>
    <w:rsid w:val="00C07CB0"/>
    <w:rsid w:val="00C1197B"/>
    <w:rsid w:val="00C12FC0"/>
    <w:rsid w:val="00C13DAE"/>
    <w:rsid w:val="00C154A5"/>
    <w:rsid w:val="00C15AAB"/>
    <w:rsid w:val="00C17D66"/>
    <w:rsid w:val="00C21EE4"/>
    <w:rsid w:val="00C21FDC"/>
    <w:rsid w:val="00C226C0"/>
    <w:rsid w:val="00C23EB8"/>
    <w:rsid w:val="00C23F40"/>
    <w:rsid w:val="00C36712"/>
    <w:rsid w:val="00C370EE"/>
    <w:rsid w:val="00C4078E"/>
    <w:rsid w:val="00C42FE6"/>
    <w:rsid w:val="00C43A07"/>
    <w:rsid w:val="00C44F6A"/>
    <w:rsid w:val="00C47CE4"/>
    <w:rsid w:val="00C546C9"/>
    <w:rsid w:val="00C6095A"/>
    <w:rsid w:val="00C6198E"/>
    <w:rsid w:val="00C62E4B"/>
    <w:rsid w:val="00C65466"/>
    <w:rsid w:val="00C65D5F"/>
    <w:rsid w:val="00C66117"/>
    <w:rsid w:val="00C708EA"/>
    <w:rsid w:val="00C72B26"/>
    <w:rsid w:val="00C73727"/>
    <w:rsid w:val="00C745D4"/>
    <w:rsid w:val="00C759F1"/>
    <w:rsid w:val="00C75B21"/>
    <w:rsid w:val="00C75EDD"/>
    <w:rsid w:val="00C7649B"/>
    <w:rsid w:val="00C776E5"/>
    <w:rsid w:val="00C778A5"/>
    <w:rsid w:val="00C81152"/>
    <w:rsid w:val="00C90A1F"/>
    <w:rsid w:val="00C90EC2"/>
    <w:rsid w:val="00C9515F"/>
    <w:rsid w:val="00C95162"/>
    <w:rsid w:val="00C953AC"/>
    <w:rsid w:val="00C9612F"/>
    <w:rsid w:val="00CA2B3A"/>
    <w:rsid w:val="00CA50B8"/>
    <w:rsid w:val="00CA5932"/>
    <w:rsid w:val="00CB0601"/>
    <w:rsid w:val="00CB3151"/>
    <w:rsid w:val="00CB31D2"/>
    <w:rsid w:val="00CB6A37"/>
    <w:rsid w:val="00CB7684"/>
    <w:rsid w:val="00CC4380"/>
    <w:rsid w:val="00CC566D"/>
    <w:rsid w:val="00CC7C8F"/>
    <w:rsid w:val="00CC7F85"/>
    <w:rsid w:val="00CD1FC4"/>
    <w:rsid w:val="00CD2B30"/>
    <w:rsid w:val="00CD2E13"/>
    <w:rsid w:val="00CE12EE"/>
    <w:rsid w:val="00CE213C"/>
    <w:rsid w:val="00CE278A"/>
    <w:rsid w:val="00CE2A4F"/>
    <w:rsid w:val="00CE41AD"/>
    <w:rsid w:val="00CE420A"/>
    <w:rsid w:val="00CE505A"/>
    <w:rsid w:val="00CE5F6A"/>
    <w:rsid w:val="00CE745B"/>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3994"/>
    <w:rsid w:val="00D245DF"/>
    <w:rsid w:val="00D24EE9"/>
    <w:rsid w:val="00D25D67"/>
    <w:rsid w:val="00D26838"/>
    <w:rsid w:val="00D302E5"/>
    <w:rsid w:val="00D36C50"/>
    <w:rsid w:val="00D37B14"/>
    <w:rsid w:val="00D40212"/>
    <w:rsid w:val="00D4108E"/>
    <w:rsid w:val="00D500B1"/>
    <w:rsid w:val="00D512D7"/>
    <w:rsid w:val="00D52BA7"/>
    <w:rsid w:val="00D533E5"/>
    <w:rsid w:val="00D57321"/>
    <w:rsid w:val="00D5757D"/>
    <w:rsid w:val="00D6163D"/>
    <w:rsid w:val="00D6259C"/>
    <w:rsid w:val="00D65443"/>
    <w:rsid w:val="00D679B8"/>
    <w:rsid w:val="00D7784F"/>
    <w:rsid w:val="00D831A3"/>
    <w:rsid w:val="00D84986"/>
    <w:rsid w:val="00D91145"/>
    <w:rsid w:val="00D91EA6"/>
    <w:rsid w:val="00D9499B"/>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04C5C"/>
    <w:rsid w:val="00E135E5"/>
    <w:rsid w:val="00E16FF7"/>
    <w:rsid w:val="00E17484"/>
    <w:rsid w:val="00E20A91"/>
    <w:rsid w:val="00E22792"/>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3559"/>
    <w:rsid w:val="00E84F3D"/>
    <w:rsid w:val="00E8759A"/>
    <w:rsid w:val="00E878EE"/>
    <w:rsid w:val="00E948C0"/>
    <w:rsid w:val="00EA0AA6"/>
    <w:rsid w:val="00EA1BB1"/>
    <w:rsid w:val="00EA675F"/>
    <w:rsid w:val="00EA6EC7"/>
    <w:rsid w:val="00EA7F3A"/>
    <w:rsid w:val="00EB104F"/>
    <w:rsid w:val="00EB152B"/>
    <w:rsid w:val="00EB3282"/>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625E"/>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1FF4"/>
    <w:rsid w:val="00F32148"/>
    <w:rsid w:val="00F35939"/>
    <w:rsid w:val="00F40039"/>
    <w:rsid w:val="00F45607"/>
    <w:rsid w:val="00F4568B"/>
    <w:rsid w:val="00F46000"/>
    <w:rsid w:val="00F46EA7"/>
    <w:rsid w:val="00F4722B"/>
    <w:rsid w:val="00F51EF4"/>
    <w:rsid w:val="00F537C6"/>
    <w:rsid w:val="00F54432"/>
    <w:rsid w:val="00F55E93"/>
    <w:rsid w:val="00F569C6"/>
    <w:rsid w:val="00F57610"/>
    <w:rsid w:val="00F6113F"/>
    <w:rsid w:val="00F61161"/>
    <w:rsid w:val="00F62556"/>
    <w:rsid w:val="00F659EB"/>
    <w:rsid w:val="00F66F02"/>
    <w:rsid w:val="00F7046B"/>
    <w:rsid w:val="00F7192A"/>
    <w:rsid w:val="00F749F9"/>
    <w:rsid w:val="00F76F41"/>
    <w:rsid w:val="00F83C6F"/>
    <w:rsid w:val="00F86BA6"/>
    <w:rsid w:val="00F911D1"/>
    <w:rsid w:val="00F92641"/>
    <w:rsid w:val="00F92F06"/>
    <w:rsid w:val="00F956DC"/>
    <w:rsid w:val="00F95854"/>
    <w:rsid w:val="00F95A2C"/>
    <w:rsid w:val="00F966F7"/>
    <w:rsid w:val="00FA1F4A"/>
    <w:rsid w:val="00FA64F2"/>
    <w:rsid w:val="00FB4C0F"/>
    <w:rsid w:val="00FB6342"/>
    <w:rsid w:val="00FB7B88"/>
    <w:rsid w:val="00FC0E70"/>
    <w:rsid w:val="00FC1166"/>
    <w:rsid w:val="00FC280A"/>
    <w:rsid w:val="00FC6389"/>
    <w:rsid w:val="00FC661E"/>
    <w:rsid w:val="00FC7092"/>
    <w:rsid w:val="00FD244D"/>
    <w:rsid w:val="00FD2D86"/>
    <w:rsid w:val="00FD2EA2"/>
    <w:rsid w:val="00FD32B3"/>
    <w:rsid w:val="00FD39DE"/>
    <w:rsid w:val="00FD4743"/>
    <w:rsid w:val="00FD566B"/>
    <w:rsid w:val="00FD5789"/>
    <w:rsid w:val="00FD5DB3"/>
    <w:rsid w:val="00FD6982"/>
    <w:rsid w:val="00FE3C4D"/>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tabs>
        <w:tab w:val="clear" w:pos="1333"/>
        <w:tab w:val="num" w:pos="1077"/>
      </w:tabs>
      <w:spacing w:after="120"/>
      <w:ind w:left="1077"/>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 w:type="paragraph" w:customStyle="1" w:styleId="Textbezodsazen">
    <w:name w:val="_Text_bez_odsazení"/>
    <w:basedOn w:val="Normln"/>
    <w:link w:val="TextbezodsazenChar"/>
    <w:qFormat/>
    <w:rsid w:val="00D533E5"/>
    <w:pPr>
      <w:spacing w:after="120"/>
      <w:jc w:val="both"/>
    </w:pPr>
  </w:style>
  <w:style w:type="character" w:customStyle="1" w:styleId="TextbezodsazenChar">
    <w:name w:val="_Text_bez_odsazení Char"/>
    <w:basedOn w:val="Standardnpsmoodstavce"/>
    <w:link w:val="Textbezodsazen"/>
    <w:rsid w:val="00D533E5"/>
  </w:style>
  <w:style w:type="character" w:customStyle="1" w:styleId="FontStyle38">
    <w:name w:val="Font Style38"/>
    <w:uiPriority w:val="99"/>
    <w:rsid w:val="00D533E5"/>
    <w:rPr>
      <w:rFonts w:ascii="Times New Roman" w:hAnsi="Times New Roman" w:cs="Times New Roman" w:hint="default"/>
      <w:color w:val="000000"/>
      <w:sz w:val="20"/>
      <w:szCs w:val="20"/>
    </w:rPr>
  </w:style>
  <w:style w:type="character" w:customStyle="1" w:styleId="Odstavec1-1aChar">
    <w:name w:val="_Odstavec_1-1_a) Char"/>
    <w:basedOn w:val="Standardnpsmoodstavce"/>
    <w:link w:val="Odstavec1-1a"/>
    <w:locked/>
    <w:rsid w:val="005200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DFAFD6F-9538-47FD-BF1E-882CCED6C332}">
  <ds:schemaRefs>
    <ds:schemaRef ds:uri="http://schemas.openxmlformats.org/officeDocument/2006/bibliography"/>
  </ds:schemaRefs>
</ds:datastoreItem>
</file>

<file path=customXml/itemProps2.xml><?xml version="1.0" encoding="utf-8"?>
<ds:datastoreItem xmlns:ds="http://schemas.openxmlformats.org/officeDocument/2006/customXml" ds:itemID="{4137F7A8-81CE-4C9D-B5E0-A52251C397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VTP_nové_logo-6.dotx</Template>
  <TotalTime>77</TotalTime>
  <Pages>37</Pages>
  <Words>15810</Words>
  <Characters>93284</Characters>
  <Application>Microsoft Office Word</Application>
  <DocSecurity>0</DocSecurity>
  <Lines>777</Lines>
  <Paragraphs>217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Gregorová Elena, Ing.</cp:lastModifiedBy>
  <cp:revision>37</cp:revision>
  <cp:lastPrinted>2025-07-10T11:26:00Z</cp:lastPrinted>
  <dcterms:created xsi:type="dcterms:W3CDTF">2025-06-06T09:05:00Z</dcterms:created>
  <dcterms:modified xsi:type="dcterms:W3CDTF">2025-07-10T11:27:00Z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